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8AEBA" w14:textId="77777777" w:rsidR="004701B5" w:rsidRPr="00215CFD" w:rsidRDefault="004701B5" w:rsidP="00215CFD">
      <w:pPr>
        <w:spacing w:after="360"/>
        <w:jc w:val="center"/>
        <w:rPr>
          <w:rFonts w:cs="Arial"/>
          <w:b/>
          <w:i/>
          <w:sz w:val="30"/>
        </w:rPr>
      </w:pPr>
      <w:r w:rsidRPr="00215CFD">
        <w:rPr>
          <w:rFonts w:cs="Arial"/>
          <w:b/>
          <w:i/>
          <w:sz w:val="30"/>
        </w:rPr>
        <w:t>ANZEIGE EINER ANLAGE FÜR GENTECHNISCHE</w:t>
      </w:r>
      <w:r w:rsidR="004C0209" w:rsidRPr="00215CFD">
        <w:rPr>
          <w:rFonts w:cs="Arial"/>
          <w:b/>
          <w:i/>
          <w:sz w:val="30"/>
        </w:rPr>
        <w:t xml:space="preserve"> ARBEITEN DER SICHERHEITSSTUFE 1</w:t>
      </w:r>
    </w:p>
    <w:p w14:paraId="6EF3D688" w14:textId="77777777" w:rsidR="004701B5" w:rsidRPr="00215CFD" w:rsidRDefault="004701B5" w:rsidP="00215CFD">
      <w:pPr>
        <w:rPr>
          <w:rFonts w:cs="Arial"/>
          <w:sz w:val="20"/>
        </w:rPr>
      </w:pPr>
      <w:r w:rsidRPr="00215CFD">
        <w:rPr>
          <w:rFonts w:cs="Arial"/>
          <w:sz w:val="20"/>
        </w:rPr>
        <w:t xml:space="preserve">Sollte Ihre S1-Anlage ein Gewächshaus umfassen, so beantworten Sie bitte zusätzlich im Formblatt AG in </w:t>
      </w:r>
      <w:r w:rsidR="004712A0" w:rsidRPr="00215CFD">
        <w:rPr>
          <w:rFonts w:cs="Arial"/>
          <w:sz w:val="20"/>
        </w:rPr>
        <w:t>„</w:t>
      </w:r>
      <w:r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Pr="00215CFD">
        <w:rPr>
          <w:rFonts w:cs="Arial"/>
          <w:sz w:val="20"/>
        </w:rPr>
        <w:t xml:space="preserve"> die Fragen 1.</w:t>
      </w:r>
      <w:r w:rsidR="004412B5" w:rsidRPr="00215CFD">
        <w:rPr>
          <w:rFonts w:cs="Arial"/>
          <w:sz w:val="20"/>
        </w:rPr>
        <w:t>6</w:t>
      </w:r>
      <w:r w:rsidRPr="00215CFD">
        <w:rPr>
          <w:rFonts w:cs="Arial"/>
          <w:sz w:val="20"/>
        </w:rPr>
        <w:t xml:space="preserve"> bis 1.8 und 4.3. Sollte Ihre Anlage über eine Tierhaltung verfügen, so beantworten Sie bitte zusätzlich im Formblatt AT in </w:t>
      </w:r>
      <w:r w:rsidR="004712A0" w:rsidRPr="00215CFD">
        <w:rPr>
          <w:rFonts w:cs="Arial"/>
          <w:sz w:val="20"/>
        </w:rPr>
        <w:t>„</w:t>
      </w:r>
      <w:r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="00967BAB">
        <w:rPr>
          <w:rFonts w:cs="Arial"/>
          <w:sz w:val="20"/>
        </w:rPr>
        <w:t xml:space="preserve"> die Fragen 1.6</w:t>
      </w:r>
      <w:r w:rsidRPr="00215CFD">
        <w:rPr>
          <w:rFonts w:cs="Arial"/>
          <w:sz w:val="20"/>
        </w:rPr>
        <w:t>, 4.3 und 6.1 bis 6.</w:t>
      </w:r>
      <w:r w:rsidR="00971FC7" w:rsidRPr="00215CFD">
        <w:rPr>
          <w:rFonts w:cs="Arial"/>
          <w:sz w:val="20"/>
        </w:rPr>
        <w:t>5</w:t>
      </w:r>
      <w:r w:rsidRPr="00215CFD">
        <w:rPr>
          <w:rFonts w:cs="Arial"/>
          <w:sz w:val="20"/>
        </w:rPr>
        <w:t>.</w:t>
      </w:r>
      <w:r w:rsidR="00971FC7" w:rsidRPr="00215CFD">
        <w:rPr>
          <w:rFonts w:cs="Arial"/>
          <w:sz w:val="20"/>
        </w:rPr>
        <w:t xml:space="preserve"> Sollt</w:t>
      </w:r>
      <w:r w:rsidR="00E50F31" w:rsidRPr="00215CFD">
        <w:rPr>
          <w:rFonts w:cs="Arial"/>
          <w:sz w:val="20"/>
        </w:rPr>
        <w:t>e</w:t>
      </w:r>
      <w:r w:rsidR="00971FC7" w:rsidRPr="00215CFD">
        <w:rPr>
          <w:rFonts w:cs="Arial"/>
          <w:sz w:val="20"/>
        </w:rPr>
        <w:t xml:space="preserve"> Ihre Anlage über einen Produktionsbereich verfügen, so beantworten Sie bitte zusätzlich im Formblatt AP in </w:t>
      </w:r>
      <w:r w:rsidR="004712A0" w:rsidRPr="00215CFD">
        <w:rPr>
          <w:rFonts w:cs="Arial"/>
          <w:sz w:val="20"/>
        </w:rPr>
        <w:t>„</w:t>
      </w:r>
      <w:r w:rsidR="00971FC7"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="00971FC7" w:rsidRPr="00215CFD">
        <w:rPr>
          <w:rFonts w:cs="Arial"/>
          <w:sz w:val="20"/>
        </w:rPr>
        <w:t xml:space="preserve"> die Fragen 6.1 bis 6.5</w:t>
      </w:r>
      <w:r w:rsidR="004412B5" w:rsidRPr="00215CFD">
        <w:rPr>
          <w:rFonts w:cs="Arial"/>
          <w:sz w:val="20"/>
        </w:rPr>
        <w:t xml:space="preserve"> und 7.1</w:t>
      </w:r>
      <w:r w:rsidR="00971FC7" w:rsidRPr="00215CFD">
        <w:rPr>
          <w:rFonts w:cs="Arial"/>
          <w:sz w:val="20"/>
        </w:rPr>
        <w:t>.</w:t>
      </w:r>
    </w:p>
    <w:p w14:paraId="1B7A0BC1" w14:textId="77777777" w:rsidR="004701B5" w:rsidRPr="00215CFD" w:rsidRDefault="004701B5" w:rsidP="002538E4">
      <w:pPr>
        <w:keepNext/>
        <w:spacing w:before="480"/>
        <w:ind w:left="851" w:hanging="851"/>
        <w:rPr>
          <w:b/>
          <w:sz w:val="28"/>
        </w:rPr>
      </w:pPr>
      <w:r w:rsidRPr="00215CFD">
        <w:rPr>
          <w:b/>
          <w:sz w:val="28"/>
        </w:rPr>
        <w:t>1.</w:t>
      </w:r>
      <w:r w:rsidRPr="00215CFD">
        <w:rPr>
          <w:b/>
          <w:sz w:val="28"/>
        </w:rPr>
        <w:tab/>
        <w:t>Betreiber:</w:t>
      </w:r>
    </w:p>
    <w:p w14:paraId="3421B7C4" w14:textId="77777777" w:rsidR="004701B5" w:rsidRPr="00215CFD" w:rsidRDefault="004701B5" w:rsidP="002538E4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1.1</w:t>
      </w:r>
      <w:r w:rsidRPr="00215CFD">
        <w:rPr>
          <w:rFonts w:cs="Arial"/>
          <w:b/>
          <w:szCs w:val="24"/>
        </w:rPr>
        <w:tab/>
        <w:t>Name, Vorname:</w:t>
      </w:r>
    </w:p>
    <w:p w14:paraId="0C93AD14" w14:textId="2B8AD8F7" w:rsidR="004701B5" w:rsidRPr="00215CFD" w:rsidRDefault="004701B5" w:rsidP="002538E4">
      <w:pPr>
        <w:keepNext/>
        <w:ind w:left="3261" w:hanging="2410"/>
        <w:rPr>
          <w:rFonts w:cs="Arial"/>
          <w:strike/>
          <w:szCs w:val="24"/>
        </w:rPr>
      </w:pPr>
      <w:r w:rsidRPr="00215CFD">
        <w:rPr>
          <w:rFonts w:cs="Arial"/>
          <w:b/>
          <w:szCs w:val="24"/>
        </w:rPr>
        <w:t>bei Institutionen:</w:t>
      </w:r>
      <w:r w:rsidRPr="00215CFD">
        <w:rPr>
          <w:rFonts w:cs="Arial"/>
          <w:b/>
          <w:szCs w:val="24"/>
        </w:rPr>
        <w:tab/>
      </w:r>
      <w:r w:rsidRPr="00215CFD">
        <w:rPr>
          <w:rFonts w:cs="Arial"/>
          <w:szCs w:val="24"/>
        </w:rPr>
        <w:t>Bezeichnung; Name, Vorname der vertretungs</w:t>
      </w:r>
      <w:r w:rsidR="0036388C" w:rsidRPr="00215CFD">
        <w:rPr>
          <w:rFonts w:cs="Arial"/>
          <w:szCs w:val="24"/>
        </w:rPr>
        <w:softHyphen/>
      </w:r>
      <w:r w:rsidRPr="00215CFD">
        <w:rPr>
          <w:rFonts w:cs="Arial"/>
          <w:szCs w:val="24"/>
        </w:rPr>
        <w:t>berechtigten Person</w:t>
      </w:r>
    </w:p>
    <w:p w14:paraId="186387B3" w14:textId="77777777" w:rsidR="004701B5" w:rsidRPr="00215CFD" w:rsidRDefault="004701B5" w:rsidP="002538E4">
      <w:pPr>
        <w:keepNext/>
        <w:spacing w:after="120"/>
        <w:ind w:left="3261" w:hanging="2410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bei Gesellschaften:</w:t>
      </w:r>
      <w:r w:rsidRPr="00215CFD">
        <w:rPr>
          <w:rFonts w:cs="Arial"/>
          <w:b/>
          <w:szCs w:val="24"/>
        </w:rPr>
        <w:tab/>
      </w:r>
      <w:r w:rsidRPr="00215CFD">
        <w:rPr>
          <w:rFonts w:cs="Arial"/>
          <w:szCs w:val="24"/>
        </w:rPr>
        <w:t>Firma, Rechtsform, Sitz der Gesellschaft</w:t>
      </w:r>
      <w:r w:rsidR="007F651D" w:rsidRPr="00215CFD">
        <w:rPr>
          <w:rFonts w:cs="Arial"/>
          <w:szCs w:val="24"/>
        </w:rPr>
        <w:t>,</w:t>
      </w:r>
      <w:r w:rsidRPr="00215CFD">
        <w:rPr>
          <w:rFonts w:cs="Arial"/>
          <w:szCs w:val="24"/>
        </w:rPr>
        <w:t xml:space="preserve"> Name</w:t>
      </w:r>
      <w:r w:rsidR="007F651D" w:rsidRPr="00215CFD">
        <w:rPr>
          <w:rFonts w:cs="Arial"/>
          <w:szCs w:val="24"/>
        </w:rPr>
        <w:t>/</w:t>
      </w:r>
      <w:r w:rsidRPr="00215CFD">
        <w:rPr>
          <w:rFonts w:cs="Arial"/>
          <w:szCs w:val="24"/>
        </w:rPr>
        <w:t>n, Vorname</w:t>
      </w:r>
      <w:r w:rsidR="007F651D" w:rsidRPr="00215CFD">
        <w:rPr>
          <w:rFonts w:cs="Arial"/>
          <w:szCs w:val="24"/>
        </w:rPr>
        <w:t>/</w:t>
      </w:r>
      <w:r w:rsidRPr="00215CFD">
        <w:rPr>
          <w:rFonts w:cs="Arial"/>
          <w:szCs w:val="24"/>
        </w:rPr>
        <w:t>n des/der Geschäftsführer</w:t>
      </w:r>
      <w:r w:rsidR="007F651D" w:rsidRPr="00215CFD">
        <w:rPr>
          <w:rFonts w:cs="Arial"/>
          <w:szCs w:val="24"/>
        </w:rPr>
        <w:t>/</w:t>
      </w:r>
      <w:proofErr w:type="gramStart"/>
      <w:r w:rsidRPr="00215CFD">
        <w:rPr>
          <w:rFonts w:cs="Arial"/>
          <w:szCs w:val="24"/>
        </w:rPr>
        <w:t>s ;</w:t>
      </w:r>
      <w:proofErr w:type="gramEnd"/>
      <w:r w:rsidRPr="00215CFD">
        <w:rPr>
          <w:rFonts w:cs="Arial"/>
          <w:szCs w:val="24"/>
        </w:rPr>
        <w:t xml:space="preserve"> ggf. Kopie des </w:t>
      </w:r>
      <w:r w:rsidR="0036388C" w:rsidRPr="00215CFD">
        <w:rPr>
          <w:rFonts w:cs="Arial"/>
          <w:szCs w:val="24"/>
        </w:rPr>
        <w:t>Handelsregisterauszugs beifügen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301034F6" w14:textId="77777777" w:rsidTr="009F75C4">
        <w:trPr>
          <w:trHeight w:val="737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990AE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8CC7B5C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57A568E3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1.2</w:t>
      </w:r>
      <w:r w:rsidRPr="00215CFD">
        <w:rPr>
          <w:rFonts w:cs="Arial"/>
          <w:b/>
          <w:szCs w:val="24"/>
        </w:rPr>
        <w:tab/>
        <w:t>Anschrift, Telefon: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7A6E6554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5BF07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8323608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394FCE1D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1.2.1</w:t>
      </w:r>
      <w:r w:rsidRPr="00215CFD">
        <w:rPr>
          <w:rFonts w:cs="Arial"/>
          <w:b/>
          <w:szCs w:val="24"/>
        </w:rPr>
        <w:tab/>
        <w:t>Ansprechpartner</w:t>
      </w:r>
      <w:r w:rsidR="00860CBE" w:rsidRPr="00215CFD">
        <w:rPr>
          <w:rFonts w:cs="Arial"/>
          <w:b/>
          <w:szCs w:val="24"/>
        </w:rPr>
        <w:t>/in</w:t>
      </w:r>
      <w:r w:rsidRPr="00215CFD">
        <w:rPr>
          <w:rFonts w:cs="Arial"/>
          <w:b/>
          <w:szCs w:val="24"/>
        </w:rPr>
        <w:t xml:space="preserve"> für Rückfragen: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648812E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2F617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7BC1B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Fax-Nr.: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1F3970B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AF400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Tel.-Nr.: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F7F09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9A5B414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64FA6BC8" w14:textId="77777777" w:rsidR="004701B5" w:rsidRPr="00215CFD" w:rsidRDefault="004701B5" w:rsidP="002538E4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1.3</w:t>
      </w:r>
      <w:r w:rsidRPr="00215CFD">
        <w:rPr>
          <w:rFonts w:cs="Arial"/>
          <w:b/>
          <w:szCs w:val="24"/>
        </w:rPr>
        <w:tab/>
        <w:t>Gebühren</w:t>
      </w:r>
    </w:p>
    <w:p w14:paraId="7605D60F" w14:textId="77777777" w:rsidR="004701B5" w:rsidRPr="00215CFD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Ist der Betreiber als gemeinnützig anerkannt?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5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8F1E7B2" w14:textId="77777777" w:rsidR="004701B5" w:rsidRPr="00215CFD" w:rsidRDefault="004701B5" w:rsidP="002538E4">
      <w:pPr>
        <w:keepNext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Nachweis beifügen, sofern noch nicht vorliegend.</w:t>
      </w:r>
    </w:p>
    <w:p w14:paraId="53528762" w14:textId="77777777" w:rsidR="004701B5" w:rsidRPr="00215CFD" w:rsidRDefault="008400B1" w:rsidP="002538E4">
      <w:pPr>
        <w:keepNext/>
        <w:tabs>
          <w:tab w:val="right" w:pos="7230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I</w:t>
      </w:r>
      <w:r w:rsidR="00CB3CBF" w:rsidRPr="00215CFD">
        <w:rPr>
          <w:rFonts w:cs="Arial"/>
        </w:rPr>
        <w:t>nvestitionskosten der Anlage</w:t>
      </w:r>
      <w:r w:rsidR="00CB3CBF" w:rsidRPr="00215CFD">
        <w:rPr>
          <w:rFonts w:cs="Arial"/>
        </w:rPr>
        <w:tab/>
      </w:r>
      <w:r w:rsidR="0036388C" w:rsidRPr="00215CFD">
        <w:rPr>
          <w:rFonts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6388C" w:rsidRPr="00215CFD">
        <w:rPr>
          <w:rFonts w:cs="Arial"/>
          <w:szCs w:val="24"/>
        </w:rPr>
        <w:instrText xml:space="preserve"> FORMTEXT </w:instrText>
      </w:r>
      <w:r w:rsidR="0036388C" w:rsidRPr="00215CFD">
        <w:rPr>
          <w:rFonts w:cs="Arial"/>
          <w:szCs w:val="24"/>
        </w:rPr>
      </w:r>
      <w:r w:rsidR="0036388C" w:rsidRPr="00215CFD">
        <w:rPr>
          <w:rFonts w:cs="Arial"/>
          <w:szCs w:val="24"/>
        </w:rPr>
        <w:fldChar w:fldCharType="separate"/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fldChar w:fldCharType="end"/>
      </w:r>
      <w:r w:rsidR="00215CFD">
        <w:rPr>
          <w:rFonts w:cs="Arial"/>
          <w:szCs w:val="24"/>
        </w:rPr>
        <w:tab/>
      </w:r>
      <w:r w:rsidR="00CB3CBF" w:rsidRPr="00215CFD">
        <w:rPr>
          <w:rFonts w:cs="Arial"/>
        </w:rPr>
        <w:t>€</w:t>
      </w:r>
      <w:r w:rsidR="00CB3CBF" w:rsidRPr="00215CFD">
        <w:rPr>
          <w:rFonts w:cs="Arial"/>
        </w:rPr>
        <w:tab/>
      </w:r>
      <w:r w:rsidRPr="00215CFD">
        <w:rPr>
          <w:rFonts w:cs="Arial"/>
        </w:rPr>
        <w:t>keine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20208DC6" w14:textId="77777777" w:rsidR="004701B5" w:rsidRPr="00215CFD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spacing w:before="240"/>
        <w:ind w:left="851"/>
        <w:rPr>
          <w:rFonts w:cs="Arial"/>
        </w:rPr>
      </w:pPr>
      <w:r w:rsidRPr="00215CFD">
        <w:rPr>
          <w:rFonts w:cs="Arial"/>
        </w:rPr>
        <w:t>Ist der Betreiber Eigentümer der genutzten Räume?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1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2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1BEBB03C" w14:textId="77777777" w:rsidR="004701B5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>Ist der Betreiber Mieter der genutzten Räume?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3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3BD4B654" w14:textId="77777777" w:rsidR="002538E4" w:rsidRPr="00215CFD" w:rsidRDefault="002538E4" w:rsidP="002538E4">
      <w:pPr>
        <w:tabs>
          <w:tab w:val="right" w:pos="7088"/>
          <w:tab w:val="right" w:pos="7513"/>
          <w:tab w:val="right" w:pos="8931"/>
          <w:tab w:val="right" w:pos="9355"/>
        </w:tabs>
        <w:spacing w:line="20" w:lineRule="exact"/>
        <w:ind w:left="851"/>
        <w:rPr>
          <w:rFonts w:cs="Arial"/>
        </w:rPr>
      </w:pPr>
    </w:p>
    <w:p w14:paraId="6A6387C2" w14:textId="77777777" w:rsidR="004701B5" w:rsidRPr="00215CFD" w:rsidRDefault="004701B5" w:rsidP="002538E4">
      <w:pPr>
        <w:spacing w:before="480"/>
        <w:ind w:left="851" w:hanging="851"/>
        <w:rPr>
          <w:b/>
          <w:sz w:val="28"/>
        </w:rPr>
      </w:pPr>
      <w:r w:rsidRPr="00215CFD">
        <w:rPr>
          <w:b/>
          <w:sz w:val="28"/>
        </w:rPr>
        <w:t>2.</w:t>
      </w:r>
      <w:r w:rsidRPr="00215CFD">
        <w:rPr>
          <w:b/>
          <w:sz w:val="28"/>
        </w:rPr>
        <w:tab/>
        <w:t>Projektleiter/in und Beauftragte/r für die Biologische Sicherheit</w:t>
      </w:r>
    </w:p>
    <w:p w14:paraId="075C161D" w14:textId="77777777" w:rsidR="004701B5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2.1</w:t>
      </w:r>
      <w:r w:rsidRPr="00215CFD">
        <w:rPr>
          <w:rFonts w:cs="Arial"/>
          <w:b/>
          <w:szCs w:val="24"/>
        </w:rPr>
        <w:tab/>
        <w:t>Projektleiter/in: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43781B85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91AF1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B8989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40257EB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4937B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AD18B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2DBF" w14:paraId="73B86B7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C33B3" w14:textId="77777777" w:rsidR="00472DBF" w:rsidRPr="009F75C4" w:rsidRDefault="00472DBF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191F" w14:textId="7BE638B7" w:rsidR="00472DBF" w:rsidRPr="009F75C4" w:rsidRDefault="00472DBF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Tel.-Nr.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97AF550" w14:textId="77777777" w:rsidR="004701B5" w:rsidRDefault="004701B5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="00D944B1"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44B1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D944B1"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="00D944B1"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44B1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D944B1" w:rsidRPr="00215CFD">
        <w:rPr>
          <w:rFonts w:cs="Arial"/>
        </w:rPr>
        <w:fldChar w:fldCharType="end"/>
      </w:r>
    </w:p>
    <w:p w14:paraId="7D21FF29" w14:textId="77777777" w:rsidR="002538E4" w:rsidRPr="00215CFD" w:rsidRDefault="002538E4" w:rsidP="002538E4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1C46C6E7" w14:textId="77777777" w:rsidR="004701B5" w:rsidRPr="00215CFD" w:rsidRDefault="004701B5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lastRenderedPageBreak/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2E655F2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3AE5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317E9468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F12BD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5E8AB823" w14:textId="571230C8" w:rsidR="00CA2E38" w:rsidRDefault="004701B5" w:rsidP="00456A20">
      <w:pPr>
        <w:keepNext/>
        <w:spacing w:before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tbl>
      <w:tblPr>
        <w:tblW w:w="9017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456A20" w14:paraId="5A00310D" w14:textId="77777777" w:rsidTr="00456A20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14:paraId="35DA2863" w14:textId="23513116" w:rsidR="00456A20" w:rsidRDefault="00456A20" w:rsidP="00456A2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</w:t>
            </w:r>
            <w:r w:rsidRPr="00215CFD">
              <w:rPr>
                <w:rFonts w:cs="Arial"/>
              </w:rPr>
              <w:t>Ist der/die Projektleiter/in betriebszugehörig?</w:t>
            </w:r>
          </w:p>
        </w:tc>
        <w:tc>
          <w:tcPr>
            <w:tcW w:w="923" w:type="dxa"/>
          </w:tcPr>
          <w:p w14:paraId="0D4C2C45" w14:textId="77777777" w:rsidR="00456A20" w:rsidRDefault="00456A20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3E4AFF6D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5E35C074" w14:textId="77777777" w:rsidR="00456A20" w:rsidRDefault="00456A20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4F250366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456A20" w14:paraId="7998EE8C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14:paraId="5466A71F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01264395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33FB4D26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4ACB701D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5ADC6419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14:paraId="7B04697E" w14:textId="77777777" w:rsidR="00456A20" w:rsidRDefault="00456A20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4FF1B1" w14:textId="77777777" w:rsidR="00456A20" w:rsidRDefault="00456A20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5CF81B4B" w14:textId="77777777" w:rsidR="00456A20" w:rsidRDefault="00456A20" w:rsidP="00456A20">
            <w:r>
              <w:t xml:space="preserve">   Ja</w:t>
            </w:r>
          </w:p>
        </w:tc>
        <w:tc>
          <w:tcPr>
            <w:tcW w:w="3688" w:type="dxa"/>
          </w:tcPr>
          <w:p w14:paraId="353C0029" w14:textId="77777777" w:rsidR="00456A20" w:rsidRDefault="00456A20" w:rsidP="00456A20"/>
        </w:tc>
        <w:tc>
          <w:tcPr>
            <w:tcW w:w="3824" w:type="dxa"/>
            <w:gridSpan w:val="6"/>
          </w:tcPr>
          <w:p w14:paraId="59DEFEA8" w14:textId="77777777" w:rsidR="00456A20" w:rsidRDefault="00456A20" w:rsidP="00456A20">
            <w:pPr>
              <w:ind w:right="-140"/>
            </w:pPr>
          </w:p>
        </w:tc>
      </w:tr>
      <w:tr w:rsidR="00456A20" w14:paraId="4E29E873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53F8F097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14:paraId="1032C513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06BF12D1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6B419625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438C4735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38C769E8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5536B2DC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2E788A00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6152E0F0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186C42AF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14:paraId="779484EE" w14:textId="77777777" w:rsidR="00456A20" w:rsidRDefault="00456A20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BCA602" w14:textId="2FB013B4" w:rsidR="00456A20" w:rsidRDefault="00456A20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3B3964D5" w14:textId="77777777" w:rsidR="00456A20" w:rsidRDefault="00456A20" w:rsidP="00456A20">
            <w:r>
              <w:t xml:space="preserve">   Nein</w:t>
            </w:r>
          </w:p>
        </w:tc>
        <w:tc>
          <w:tcPr>
            <w:tcW w:w="7512" w:type="dxa"/>
            <w:gridSpan w:val="7"/>
          </w:tcPr>
          <w:p w14:paraId="23DE0B82" w14:textId="48D3ED49" w:rsidR="00456A20" w:rsidRDefault="00456A20" w:rsidP="00456A20">
            <w:r>
              <w:t>Bitte Vereinbarung gem. § 28 Abs. 6 GenTSV beifügen</w:t>
            </w:r>
          </w:p>
        </w:tc>
      </w:tr>
      <w:tr w:rsidR="00ED7F0B" w14:paraId="3EB3B0E8" w14:textId="77777777" w:rsidTr="00456A20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14:paraId="53BA0D8B" w14:textId="44C2896A" w:rsidR="00ED7F0B" w:rsidRDefault="00ED7F0B" w:rsidP="00456A2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Deutsch als Muttersprache / auf Muttersprechen-Niveau?</w:t>
            </w:r>
          </w:p>
        </w:tc>
        <w:tc>
          <w:tcPr>
            <w:tcW w:w="923" w:type="dxa"/>
          </w:tcPr>
          <w:p w14:paraId="23A67FB0" w14:textId="77777777" w:rsidR="00ED7F0B" w:rsidRDefault="00ED7F0B" w:rsidP="00ED7F0B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457D55E2" w14:textId="77777777" w:rsidR="00ED7F0B" w:rsidRDefault="00ED7F0B" w:rsidP="00ED7F0B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74549BDC" w14:textId="77777777" w:rsidR="00ED7F0B" w:rsidRDefault="00ED7F0B" w:rsidP="00ED7F0B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6CEC422D" w14:textId="77777777" w:rsidR="00ED7F0B" w:rsidRDefault="00ED7F0B" w:rsidP="00ED7F0B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ED7F0B" w14:paraId="4FFD8A74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14:paraId="0E96982A" w14:textId="77777777" w:rsidR="00ED7F0B" w:rsidRDefault="00ED7F0B" w:rsidP="00ED7F0B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42583B9B" w14:textId="77777777" w:rsidR="00ED7F0B" w:rsidRDefault="00ED7F0B" w:rsidP="00ED7F0B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4DF37390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0FA53561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D7F0B" w14:paraId="51939960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14:paraId="4CB5512B" w14:textId="77777777" w:rsidR="00ED7F0B" w:rsidRDefault="00ED7F0B" w:rsidP="00ED7F0B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7ADF8" w14:textId="77777777" w:rsidR="00ED7F0B" w:rsidRDefault="00ED7F0B" w:rsidP="00ED7F0B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52D9EAA5" w14:textId="77777777" w:rsidR="00ED7F0B" w:rsidRDefault="00ED7F0B" w:rsidP="00ED7F0B">
            <w:r>
              <w:t xml:space="preserve">   Ja</w:t>
            </w:r>
          </w:p>
        </w:tc>
        <w:tc>
          <w:tcPr>
            <w:tcW w:w="3688" w:type="dxa"/>
          </w:tcPr>
          <w:p w14:paraId="0D0B96D5" w14:textId="77777777" w:rsidR="00ED7F0B" w:rsidRDefault="00ED7F0B" w:rsidP="00ED7F0B"/>
        </w:tc>
        <w:tc>
          <w:tcPr>
            <w:tcW w:w="3824" w:type="dxa"/>
            <w:gridSpan w:val="6"/>
          </w:tcPr>
          <w:p w14:paraId="10A62985" w14:textId="77777777" w:rsidR="00ED7F0B" w:rsidRDefault="00ED7F0B" w:rsidP="00ED7F0B">
            <w:pPr>
              <w:ind w:right="-140"/>
            </w:pPr>
          </w:p>
        </w:tc>
      </w:tr>
      <w:tr w:rsidR="00ED7F0B" w14:paraId="05F7A3D0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266FCB59" w14:textId="77777777" w:rsidR="00ED7F0B" w:rsidRDefault="00ED7F0B" w:rsidP="00ED7F0B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14:paraId="29D8D626" w14:textId="77777777" w:rsidR="00ED7F0B" w:rsidRDefault="00ED7F0B" w:rsidP="00ED7F0B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7E9C27D9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47B1AAF0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D7F0B" w14:paraId="42C4C187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08542840" w14:textId="77777777" w:rsidR="00ED7F0B" w:rsidRDefault="00ED7F0B" w:rsidP="00ED7F0B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1F98CFE1" w14:textId="77777777" w:rsidR="00ED7F0B" w:rsidRDefault="00ED7F0B" w:rsidP="00ED7F0B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446BC028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74B79B11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D7F0B" w14:paraId="7715CDD1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14:paraId="114136AE" w14:textId="77777777" w:rsidR="00ED7F0B" w:rsidRDefault="00ED7F0B" w:rsidP="00ED7F0B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DB7480" w14:textId="77777777" w:rsidR="00ED7F0B" w:rsidRDefault="00ED7F0B" w:rsidP="00ED7F0B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37110A53" w14:textId="77777777" w:rsidR="00ED7F0B" w:rsidRDefault="00ED7F0B" w:rsidP="00ED7F0B">
            <w:r>
              <w:t xml:space="preserve">   Nein</w:t>
            </w:r>
          </w:p>
        </w:tc>
        <w:tc>
          <w:tcPr>
            <w:tcW w:w="7512" w:type="dxa"/>
            <w:gridSpan w:val="7"/>
          </w:tcPr>
          <w:p w14:paraId="23C5D1FE" w14:textId="77777777" w:rsidR="00ED7F0B" w:rsidRDefault="00ED7F0B" w:rsidP="00ED7F0B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14:paraId="5A218FC3" w14:textId="1ED40E6F" w:rsidR="00ED7F0B" w:rsidRPr="00ED7F0B" w:rsidRDefault="00ED7F0B" w:rsidP="00ED7F0B">
      <w:pPr>
        <w:keepNext/>
        <w:spacing w:before="240" w:after="120"/>
        <w:rPr>
          <w:rFonts w:cs="Arial"/>
          <w:szCs w:val="24"/>
        </w:rPr>
      </w:pPr>
    </w:p>
    <w:p w14:paraId="0AC700BE" w14:textId="77777777" w:rsidR="00920202" w:rsidRPr="00215CFD" w:rsidRDefault="00920202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2.1.1</w:t>
      </w:r>
      <w:r w:rsidRPr="00215CFD">
        <w:rPr>
          <w:rFonts w:cs="Arial"/>
          <w:b/>
          <w:szCs w:val="24"/>
        </w:rPr>
        <w:tab/>
        <w:t>Ggf. weitere Projektleiter/innen für den von dieser Anzeige umfassten Gegenstand: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2D6C8A2C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42D54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B9ABF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57FC0779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D8C55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D6442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702515" w14:paraId="2D6D322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BEAB2" w14:textId="77777777" w:rsidR="00702515" w:rsidRPr="009F75C4" w:rsidRDefault="00702515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76150" w14:textId="35F3054C" w:rsidR="00702515" w:rsidRPr="009F75C4" w:rsidRDefault="00702515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Tel.-Nr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AB7A271" w14:textId="77777777" w:rsidR="00D944B1" w:rsidRDefault="00D944B1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71DFC20F" w14:textId="77777777" w:rsidR="002538E4" w:rsidRPr="00215CFD" w:rsidRDefault="002538E4" w:rsidP="002538E4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3024A0C7" w14:textId="77777777" w:rsidR="00D944B1" w:rsidRPr="00215CFD" w:rsidRDefault="00D944B1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0305282B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8B85B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501712BC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2BA6E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036A21F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4B31E8DB" w14:textId="0E0E9C73" w:rsidR="006948D0" w:rsidRDefault="00920202" w:rsidP="00456A20">
      <w:pPr>
        <w:spacing w:before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tbl>
      <w:tblPr>
        <w:tblW w:w="9063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"/>
        <w:gridCol w:w="61"/>
        <w:gridCol w:w="46"/>
        <w:gridCol w:w="64"/>
        <w:gridCol w:w="46"/>
        <w:gridCol w:w="233"/>
        <w:gridCol w:w="46"/>
        <w:gridCol w:w="963"/>
        <w:gridCol w:w="46"/>
        <w:gridCol w:w="3642"/>
        <w:gridCol w:w="46"/>
        <w:gridCol w:w="1431"/>
        <w:gridCol w:w="923"/>
        <w:gridCol w:w="160"/>
        <w:gridCol w:w="1004"/>
        <w:gridCol w:w="251"/>
        <w:gridCol w:w="9"/>
        <w:gridCol w:w="46"/>
      </w:tblGrid>
      <w:tr w:rsidR="00456A20" w14:paraId="7AEE9AB4" w14:textId="77777777" w:rsidTr="00456A20">
        <w:trPr>
          <w:gridBefore w:val="1"/>
          <w:gridAfter w:val="2"/>
          <w:wBefore w:w="46" w:type="dxa"/>
          <w:wAfter w:w="55" w:type="dxa"/>
          <w:cantSplit/>
        </w:trPr>
        <w:tc>
          <w:tcPr>
            <w:tcW w:w="6624" w:type="dxa"/>
            <w:gridSpan w:val="11"/>
          </w:tcPr>
          <w:p w14:paraId="78B1326A" w14:textId="77777777" w:rsidR="00456A20" w:rsidRDefault="00456A20" w:rsidP="00456A2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</w:t>
            </w:r>
            <w:r w:rsidRPr="00456A20">
              <w:t>Ist der/die Projektleiter/in betriebszugehörig?</w:t>
            </w:r>
          </w:p>
        </w:tc>
        <w:tc>
          <w:tcPr>
            <w:tcW w:w="923" w:type="dxa"/>
          </w:tcPr>
          <w:p w14:paraId="40E806DE" w14:textId="77777777" w:rsidR="00456A20" w:rsidRDefault="00456A20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205C3DF4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0DC1822D" w14:textId="77777777" w:rsidR="00456A20" w:rsidRDefault="00456A20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53ABA53B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456A20" w14:paraId="6FFB8275" w14:textId="77777777" w:rsidTr="00456A20">
        <w:tblPrEx>
          <w:tblCellMar>
            <w:left w:w="45" w:type="dxa"/>
            <w:right w:w="45" w:type="dxa"/>
          </w:tblCellMar>
        </w:tblPrEx>
        <w:trPr>
          <w:gridAfter w:val="1"/>
          <w:wAfter w:w="46" w:type="dxa"/>
          <w:cantSplit/>
        </w:trPr>
        <w:tc>
          <w:tcPr>
            <w:tcW w:w="217" w:type="dxa"/>
            <w:gridSpan w:val="4"/>
          </w:tcPr>
          <w:p w14:paraId="2EB1D62A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7771DCF3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6636525B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4D026578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4F9D6844" w14:textId="77777777" w:rsidTr="00456A20">
        <w:tblPrEx>
          <w:tblCellMar>
            <w:left w:w="45" w:type="dxa"/>
            <w:right w:w="45" w:type="dxa"/>
          </w:tblCellMar>
        </w:tblPrEx>
        <w:trPr>
          <w:gridAfter w:val="1"/>
          <w:wAfter w:w="46" w:type="dxa"/>
          <w:cantSplit/>
        </w:trPr>
        <w:tc>
          <w:tcPr>
            <w:tcW w:w="217" w:type="dxa"/>
            <w:gridSpan w:val="4"/>
            <w:tcBorders>
              <w:right w:val="single" w:sz="12" w:space="0" w:color="auto"/>
            </w:tcBorders>
          </w:tcPr>
          <w:p w14:paraId="1EC8C8DA" w14:textId="77777777" w:rsidR="00456A20" w:rsidRDefault="00456A2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E20E6" w14:textId="77777777" w:rsidR="00456A20" w:rsidRDefault="00456A2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59D0D8E4" w14:textId="77777777" w:rsidR="00456A20" w:rsidRDefault="00456A20" w:rsidP="00456A20">
            <w:r>
              <w:t xml:space="preserve">   Ja</w:t>
            </w:r>
          </w:p>
        </w:tc>
        <w:tc>
          <w:tcPr>
            <w:tcW w:w="3688" w:type="dxa"/>
            <w:gridSpan w:val="2"/>
          </w:tcPr>
          <w:p w14:paraId="3C1D8BA7" w14:textId="77777777" w:rsidR="00456A20" w:rsidRDefault="00456A20" w:rsidP="00456A20"/>
        </w:tc>
        <w:tc>
          <w:tcPr>
            <w:tcW w:w="3824" w:type="dxa"/>
            <w:gridSpan w:val="7"/>
          </w:tcPr>
          <w:p w14:paraId="548363ED" w14:textId="77777777" w:rsidR="00456A20" w:rsidRDefault="00456A20" w:rsidP="00456A20">
            <w:pPr>
              <w:ind w:right="-140"/>
            </w:pPr>
          </w:p>
        </w:tc>
      </w:tr>
      <w:tr w:rsidR="00456A20" w14:paraId="3E93450E" w14:textId="77777777" w:rsidTr="00456A20">
        <w:tblPrEx>
          <w:tblCellMar>
            <w:left w:w="45" w:type="dxa"/>
            <w:right w:w="45" w:type="dxa"/>
          </w:tblCellMar>
        </w:tblPrEx>
        <w:trPr>
          <w:gridBefore w:val="2"/>
          <w:gridAfter w:val="1"/>
          <w:wBefore w:w="107" w:type="dxa"/>
          <w:wAfter w:w="46" w:type="dxa"/>
          <w:cantSplit/>
        </w:trPr>
        <w:tc>
          <w:tcPr>
            <w:tcW w:w="110" w:type="dxa"/>
            <w:gridSpan w:val="2"/>
          </w:tcPr>
          <w:p w14:paraId="64B5EB7E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top w:val="single" w:sz="12" w:space="0" w:color="auto"/>
            </w:tcBorders>
          </w:tcPr>
          <w:p w14:paraId="3218251B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63543899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310C43D6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5C0D84BA" w14:textId="77777777" w:rsidTr="00456A20">
        <w:tblPrEx>
          <w:tblCellMar>
            <w:left w:w="45" w:type="dxa"/>
            <w:right w:w="45" w:type="dxa"/>
          </w:tblCellMar>
        </w:tblPrEx>
        <w:trPr>
          <w:gridBefore w:val="2"/>
          <w:gridAfter w:val="1"/>
          <w:wBefore w:w="107" w:type="dxa"/>
          <w:wAfter w:w="46" w:type="dxa"/>
          <w:cantSplit/>
        </w:trPr>
        <w:tc>
          <w:tcPr>
            <w:tcW w:w="110" w:type="dxa"/>
            <w:gridSpan w:val="2"/>
          </w:tcPr>
          <w:p w14:paraId="32CCFB89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7CDA7B40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64B74733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66336098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6368424E" w14:textId="77777777" w:rsidTr="00456A20">
        <w:tblPrEx>
          <w:tblCellMar>
            <w:left w:w="45" w:type="dxa"/>
            <w:right w:w="45" w:type="dxa"/>
          </w:tblCellMar>
        </w:tblPrEx>
        <w:trPr>
          <w:gridBefore w:val="2"/>
          <w:gridAfter w:val="1"/>
          <w:wBefore w:w="107" w:type="dxa"/>
          <w:wAfter w:w="46" w:type="dxa"/>
          <w:cantSplit/>
        </w:trPr>
        <w:tc>
          <w:tcPr>
            <w:tcW w:w="110" w:type="dxa"/>
            <w:gridSpan w:val="2"/>
            <w:tcBorders>
              <w:right w:val="single" w:sz="12" w:space="0" w:color="auto"/>
            </w:tcBorders>
          </w:tcPr>
          <w:p w14:paraId="0DA9C7CA" w14:textId="77777777" w:rsidR="00456A20" w:rsidRDefault="00456A2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62394B" w14:textId="77777777" w:rsidR="00456A20" w:rsidRDefault="00456A2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643CD2D4" w14:textId="77777777" w:rsidR="00456A20" w:rsidRDefault="00456A20" w:rsidP="00456A20">
            <w:r>
              <w:t xml:space="preserve">   Nein</w:t>
            </w:r>
          </w:p>
        </w:tc>
        <w:tc>
          <w:tcPr>
            <w:tcW w:w="7512" w:type="dxa"/>
            <w:gridSpan w:val="9"/>
          </w:tcPr>
          <w:p w14:paraId="0C70EE07" w14:textId="77777777" w:rsidR="00456A20" w:rsidRDefault="00456A20" w:rsidP="00456A20">
            <w:r>
              <w:t>Bitte Vereinbarung gem. § 28 Abs. 6 GenTSV beifügen</w:t>
            </w:r>
          </w:p>
        </w:tc>
      </w:tr>
      <w:tr w:rsidR="006948D0" w14:paraId="304282F9" w14:textId="77777777" w:rsidTr="00456A20">
        <w:trPr>
          <w:gridBefore w:val="1"/>
          <w:gridAfter w:val="2"/>
          <w:wBefore w:w="46" w:type="dxa"/>
          <w:wAfter w:w="55" w:type="dxa"/>
          <w:cantSplit/>
        </w:trPr>
        <w:tc>
          <w:tcPr>
            <w:tcW w:w="6624" w:type="dxa"/>
            <w:gridSpan w:val="11"/>
          </w:tcPr>
          <w:p w14:paraId="6BA7C54F" w14:textId="77777777" w:rsidR="006948D0" w:rsidRDefault="006948D0" w:rsidP="006948D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Deutsch als Muttersprache / auf Muttersprechen-Niveau?</w:t>
            </w:r>
          </w:p>
        </w:tc>
        <w:tc>
          <w:tcPr>
            <w:tcW w:w="923" w:type="dxa"/>
          </w:tcPr>
          <w:p w14:paraId="1E4945BD" w14:textId="77777777" w:rsidR="006948D0" w:rsidRDefault="006948D0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7C0515A2" w14:textId="77777777" w:rsidR="006948D0" w:rsidRDefault="006948D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6A1BEDF9" w14:textId="77777777" w:rsidR="006948D0" w:rsidRDefault="006948D0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4C8548B1" w14:textId="77777777" w:rsidR="006948D0" w:rsidRDefault="006948D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6948D0" w14:paraId="1348DE17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46" w:type="dxa"/>
          <w:cantSplit/>
        </w:trPr>
        <w:tc>
          <w:tcPr>
            <w:tcW w:w="217" w:type="dxa"/>
            <w:gridSpan w:val="4"/>
          </w:tcPr>
          <w:p w14:paraId="02A747AD" w14:textId="77777777" w:rsidR="006948D0" w:rsidRDefault="006948D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66757AAF" w14:textId="77777777" w:rsidR="006948D0" w:rsidRDefault="006948D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43F06651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7891FAA1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6948D0" w14:paraId="446B8134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46" w:type="dxa"/>
          <w:cantSplit/>
        </w:trPr>
        <w:tc>
          <w:tcPr>
            <w:tcW w:w="217" w:type="dxa"/>
            <w:gridSpan w:val="4"/>
            <w:tcBorders>
              <w:right w:val="single" w:sz="12" w:space="0" w:color="auto"/>
            </w:tcBorders>
          </w:tcPr>
          <w:p w14:paraId="6D7CC589" w14:textId="77777777" w:rsidR="006948D0" w:rsidRDefault="006948D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306E9" w14:textId="77777777" w:rsidR="006948D0" w:rsidRDefault="006948D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7D1D1971" w14:textId="77777777" w:rsidR="006948D0" w:rsidRDefault="006948D0" w:rsidP="00456A20">
            <w:r>
              <w:t xml:space="preserve">   Ja</w:t>
            </w:r>
          </w:p>
        </w:tc>
        <w:tc>
          <w:tcPr>
            <w:tcW w:w="3688" w:type="dxa"/>
            <w:gridSpan w:val="2"/>
          </w:tcPr>
          <w:p w14:paraId="60660D78" w14:textId="77777777" w:rsidR="006948D0" w:rsidRDefault="006948D0" w:rsidP="00456A20"/>
        </w:tc>
        <w:tc>
          <w:tcPr>
            <w:tcW w:w="3824" w:type="dxa"/>
            <w:gridSpan w:val="7"/>
          </w:tcPr>
          <w:p w14:paraId="461F9387" w14:textId="77777777" w:rsidR="006948D0" w:rsidRDefault="006948D0" w:rsidP="00456A20">
            <w:pPr>
              <w:ind w:right="-140"/>
            </w:pPr>
          </w:p>
        </w:tc>
      </w:tr>
      <w:tr w:rsidR="006948D0" w14:paraId="4DD02B97" w14:textId="77777777" w:rsidTr="00456A20">
        <w:tblPrEx>
          <w:tblCellMar>
            <w:left w:w="45" w:type="dxa"/>
            <w:right w:w="45" w:type="dxa"/>
          </w:tblCellMar>
        </w:tblPrEx>
        <w:trPr>
          <w:gridBefore w:val="3"/>
          <w:wBefore w:w="153" w:type="dxa"/>
          <w:cantSplit/>
        </w:trPr>
        <w:tc>
          <w:tcPr>
            <w:tcW w:w="110" w:type="dxa"/>
            <w:gridSpan w:val="2"/>
          </w:tcPr>
          <w:p w14:paraId="6B487597" w14:textId="77777777" w:rsidR="006948D0" w:rsidRDefault="006948D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top w:val="single" w:sz="12" w:space="0" w:color="auto"/>
            </w:tcBorders>
          </w:tcPr>
          <w:p w14:paraId="55D4098E" w14:textId="77777777" w:rsidR="006948D0" w:rsidRDefault="006948D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427F7569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2EC81B68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6948D0" w14:paraId="6EBE4FF7" w14:textId="77777777" w:rsidTr="00456A20">
        <w:tblPrEx>
          <w:tblCellMar>
            <w:left w:w="45" w:type="dxa"/>
            <w:right w:w="45" w:type="dxa"/>
          </w:tblCellMar>
        </w:tblPrEx>
        <w:trPr>
          <w:gridBefore w:val="3"/>
          <w:wBefore w:w="153" w:type="dxa"/>
          <w:cantSplit/>
        </w:trPr>
        <w:tc>
          <w:tcPr>
            <w:tcW w:w="110" w:type="dxa"/>
            <w:gridSpan w:val="2"/>
          </w:tcPr>
          <w:p w14:paraId="46250C48" w14:textId="77777777" w:rsidR="006948D0" w:rsidRDefault="006948D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16550A7D" w14:textId="77777777" w:rsidR="006948D0" w:rsidRDefault="006948D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57801934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6853B7C8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6948D0" w14:paraId="683FE7C4" w14:textId="77777777" w:rsidTr="00456A20">
        <w:tblPrEx>
          <w:tblCellMar>
            <w:left w:w="45" w:type="dxa"/>
            <w:right w:w="45" w:type="dxa"/>
          </w:tblCellMar>
        </w:tblPrEx>
        <w:trPr>
          <w:gridBefore w:val="3"/>
          <w:wBefore w:w="153" w:type="dxa"/>
          <w:cantSplit/>
        </w:trPr>
        <w:tc>
          <w:tcPr>
            <w:tcW w:w="110" w:type="dxa"/>
            <w:gridSpan w:val="2"/>
            <w:tcBorders>
              <w:right w:val="single" w:sz="12" w:space="0" w:color="auto"/>
            </w:tcBorders>
          </w:tcPr>
          <w:p w14:paraId="160EAE8B" w14:textId="77777777" w:rsidR="006948D0" w:rsidRDefault="006948D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4ACF0E" w14:textId="77777777" w:rsidR="006948D0" w:rsidRDefault="006948D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6CF62DA4" w14:textId="77777777" w:rsidR="006948D0" w:rsidRDefault="006948D0" w:rsidP="00456A20">
            <w:r>
              <w:t xml:space="preserve">   Nein</w:t>
            </w:r>
          </w:p>
        </w:tc>
        <w:tc>
          <w:tcPr>
            <w:tcW w:w="7512" w:type="dxa"/>
            <w:gridSpan w:val="9"/>
          </w:tcPr>
          <w:p w14:paraId="3B41D973" w14:textId="77777777" w:rsidR="006948D0" w:rsidRDefault="006948D0" w:rsidP="00456A20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14:paraId="00D0FECE" w14:textId="77777777" w:rsidR="006948D0" w:rsidRDefault="006948D0" w:rsidP="002538E4">
      <w:pPr>
        <w:keepNext/>
        <w:spacing w:before="120" w:after="120"/>
        <w:ind w:left="851"/>
        <w:rPr>
          <w:rFonts w:cs="Arial"/>
        </w:rPr>
      </w:pPr>
    </w:p>
    <w:p w14:paraId="203D9506" w14:textId="12F29F2B" w:rsidR="008400B1" w:rsidRPr="00215CFD" w:rsidRDefault="008400B1" w:rsidP="002538E4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mehrere Projektleiter genannt werden, geben Sie bitte an, welche Aufgaben den einzelnen Projektleitern obliegen</w:t>
      </w:r>
      <w:r w:rsidR="00B56AFB" w:rsidRPr="00215CFD">
        <w:rPr>
          <w:rFonts w:cs="Arial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6AA83CD7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AD8B3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3330103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66BAA20F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2.2</w:t>
      </w:r>
      <w:r w:rsidRPr="00215CFD">
        <w:rPr>
          <w:rFonts w:cs="Arial"/>
          <w:b/>
          <w:szCs w:val="24"/>
        </w:rPr>
        <w:tab/>
        <w:t>Beauftragte/r für die Biologische Sicherheit (BBS):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097197F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80EB7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9403A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54FB6C74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7642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8A8AA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702515" w14:paraId="4A25E7CE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DFD31" w14:textId="77777777" w:rsidR="00702515" w:rsidRPr="009F75C4" w:rsidRDefault="00702515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7110D" w14:textId="6A0280DB" w:rsidR="00702515" w:rsidRPr="009F75C4" w:rsidRDefault="00702515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</w:t>
            </w:r>
            <w:r w:rsidRPr="009F75C4">
              <w:rPr>
                <w:rFonts w:cs="Arial"/>
              </w:rPr>
              <w:t>l</w:t>
            </w:r>
            <w:r>
              <w:rPr>
                <w:rFonts w:cs="Arial"/>
              </w:rPr>
              <w:t>.-Nr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4C7C9128" w14:textId="77777777" w:rsidR="00D944B1" w:rsidRPr="00215CFD" w:rsidRDefault="00D944B1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1D97E66" w14:textId="77777777" w:rsidR="00D944B1" w:rsidRPr="00215CFD" w:rsidRDefault="00D944B1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0E61EFA3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30B35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62852CF0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2EB99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A19E3A8" w14:textId="77777777" w:rsidR="00D944B1" w:rsidRDefault="00D944B1" w:rsidP="002538E4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538E4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p w14:paraId="3E3F7029" w14:textId="77777777" w:rsidR="002538E4" w:rsidRPr="00215CFD" w:rsidRDefault="002538E4" w:rsidP="002538E4">
      <w:pPr>
        <w:spacing w:line="20" w:lineRule="exact"/>
        <w:ind w:left="851"/>
        <w:rPr>
          <w:rFonts w:cs="Arial"/>
        </w:rPr>
      </w:pPr>
    </w:p>
    <w:p w14:paraId="22BE9D5A" w14:textId="77777777" w:rsidR="00D944B1" w:rsidRPr="00215CFD" w:rsidRDefault="00D944B1" w:rsidP="002538E4">
      <w:pPr>
        <w:tabs>
          <w:tab w:val="right" w:pos="6946"/>
          <w:tab w:val="right" w:pos="7513"/>
          <w:tab w:val="right" w:pos="8789"/>
          <w:tab w:val="right" w:pos="9355"/>
        </w:tabs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Ist der/die BBS betriebszugehörig? 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1FB05515" w14:textId="1D1CDCA6" w:rsidR="00EB02CF" w:rsidRDefault="004701B5" w:rsidP="00EB02CF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</w:t>
      </w:r>
      <w:r w:rsidR="00EB02CF">
        <w:rPr>
          <w:rFonts w:cs="Arial"/>
        </w:rPr>
        <w:t xml:space="preserve"> </w:t>
      </w:r>
      <w:r w:rsidR="00EB02CF" w:rsidRPr="00EB02CF">
        <w:rPr>
          <w:rFonts w:cs="Arial"/>
        </w:rPr>
        <w:t>Vereinbarung zw. externem / externer BBS, Arbeitgeber des / der BBS und Betreiber mit Erläuterungen zum zeitlichem Umfang der Tätigkeit als externer / externen BBS, Verschriftlichung des zeitlichen Umfangs und entsprechende garantierte Freistellung durch den Arbeitgeber des / der BBS und Erklärung des / der BBS, dass die sachgerechte Erfüllung der in § 31 GenTSV bezeichneten Aufgaben sichergestellt ist und dass er / sie nicht den Weis</w:t>
      </w:r>
      <w:r w:rsidR="00EB02CF">
        <w:rPr>
          <w:rFonts w:cs="Arial"/>
        </w:rPr>
        <w:t xml:space="preserve">ungen des Betreibers unterliegt, beifügen. </w:t>
      </w:r>
    </w:p>
    <w:p w14:paraId="0A0B6C94" w14:textId="127EA5EE" w:rsidR="00C20B7A" w:rsidRPr="001A224F" w:rsidRDefault="00EB02CF" w:rsidP="00EB02CF">
      <w:pPr>
        <w:keepNext/>
        <w:spacing w:before="120" w:after="120"/>
        <w:ind w:left="851"/>
        <w:rPr>
          <w:szCs w:val="24"/>
        </w:rPr>
      </w:pPr>
      <w:r w:rsidRPr="001A224F">
        <w:rPr>
          <w:szCs w:val="24"/>
        </w:rPr>
        <w:t xml:space="preserve"> </w:t>
      </w:r>
    </w:p>
    <w:tbl>
      <w:tblPr>
        <w:tblW w:w="9017" w:type="dxa"/>
        <w:tblInd w:w="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EA50F3" w14:paraId="2790B3AA" w14:textId="77777777" w:rsidTr="00456A20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14:paraId="3D175ADA" w14:textId="77777777" w:rsidR="00EA50F3" w:rsidRDefault="00EA50F3" w:rsidP="00EA50F3">
            <w:pPr>
              <w:tabs>
                <w:tab w:val="left" w:pos="709"/>
              </w:tabs>
              <w:spacing w:line="240" w:lineRule="atLeast"/>
              <w:ind w:right="-285"/>
            </w:pPr>
            <w:r>
              <w:t xml:space="preserve">  Deutsch als Muttersprache / auf Muttersprechen-Niveau?</w:t>
            </w:r>
          </w:p>
        </w:tc>
        <w:tc>
          <w:tcPr>
            <w:tcW w:w="923" w:type="dxa"/>
          </w:tcPr>
          <w:p w14:paraId="44053BD4" w14:textId="77777777" w:rsidR="00EA50F3" w:rsidRDefault="00EA50F3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17D51DAB" w14:textId="77777777" w:rsidR="00EA50F3" w:rsidRDefault="00EA50F3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65DFE0F1" w14:textId="77777777" w:rsidR="00EA50F3" w:rsidRDefault="00EA50F3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58C563C0" w14:textId="77777777" w:rsidR="00EA50F3" w:rsidRDefault="00EA50F3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EA50F3" w14:paraId="07B41464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14:paraId="75493E59" w14:textId="77777777" w:rsidR="00EA50F3" w:rsidRDefault="00EA50F3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15E9C203" w14:textId="77777777" w:rsidR="00EA50F3" w:rsidRDefault="00EA50F3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43C4B34C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6C1F4C04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A50F3" w14:paraId="56FC2DDE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14:paraId="227EF933" w14:textId="77777777" w:rsidR="00EA50F3" w:rsidRDefault="00EA50F3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AEE31" w14:textId="77777777" w:rsidR="00EA50F3" w:rsidRDefault="00EA50F3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1600D7BF" w14:textId="77777777" w:rsidR="00EA50F3" w:rsidRDefault="00EA50F3" w:rsidP="00456A20">
            <w:r>
              <w:t xml:space="preserve">   Ja</w:t>
            </w:r>
          </w:p>
        </w:tc>
        <w:tc>
          <w:tcPr>
            <w:tcW w:w="3688" w:type="dxa"/>
          </w:tcPr>
          <w:p w14:paraId="39617D4C" w14:textId="77777777" w:rsidR="00EA50F3" w:rsidRDefault="00EA50F3" w:rsidP="00456A20"/>
        </w:tc>
        <w:tc>
          <w:tcPr>
            <w:tcW w:w="3824" w:type="dxa"/>
            <w:gridSpan w:val="6"/>
          </w:tcPr>
          <w:p w14:paraId="6C10AE50" w14:textId="77777777" w:rsidR="00EA50F3" w:rsidRDefault="00EA50F3" w:rsidP="00456A20">
            <w:pPr>
              <w:ind w:right="-140"/>
            </w:pPr>
          </w:p>
        </w:tc>
      </w:tr>
      <w:tr w:rsidR="00EA50F3" w14:paraId="60936110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237892C3" w14:textId="77777777" w:rsidR="00EA50F3" w:rsidRDefault="00EA50F3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14:paraId="63A31901" w14:textId="77777777" w:rsidR="00EA50F3" w:rsidRDefault="00EA50F3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03033739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2D6A42DA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A50F3" w14:paraId="0B6AE80C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10FF98AE" w14:textId="77777777" w:rsidR="00EA50F3" w:rsidRDefault="00EA50F3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3890F3F9" w14:textId="77777777" w:rsidR="00EA50F3" w:rsidRDefault="00EA50F3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2BEC6A1B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27AF4EB3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A50F3" w14:paraId="176B1406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14:paraId="1F54BE9F" w14:textId="77777777" w:rsidR="00EA50F3" w:rsidRDefault="00EA50F3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19E53" w14:textId="77777777" w:rsidR="00EA50F3" w:rsidRDefault="00EA50F3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51C39158" w14:textId="77777777" w:rsidR="00EA50F3" w:rsidRDefault="00EA50F3" w:rsidP="00456A20">
            <w:r>
              <w:t xml:space="preserve">   Nein</w:t>
            </w:r>
          </w:p>
        </w:tc>
        <w:tc>
          <w:tcPr>
            <w:tcW w:w="7512" w:type="dxa"/>
            <w:gridSpan w:val="7"/>
          </w:tcPr>
          <w:p w14:paraId="56ABC9D7" w14:textId="77777777" w:rsidR="00EA50F3" w:rsidRDefault="00EA50F3" w:rsidP="00456A20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14:paraId="2900ABE4" w14:textId="77777777" w:rsidR="00EA50F3" w:rsidRPr="00EA50F3" w:rsidRDefault="00EA50F3" w:rsidP="00DF345D">
      <w:pPr>
        <w:keepNext/>
        <w:spacing w:before="240"/>
        <w:ind w:left="851" w:hanging="851"/>
        <w:rPr>
          <w:rFonts w:cs="Arial"/>
          <w:szCs w:val="24"/>
        </w:rPr>
      </w:pPr>
    </w:p>
    <w:p w14:paraId="735126C1" w14:textId="0C300371" w:rsidR="002538E4" w:rsidRDefault="005C1038" w:rsidP="00DF345D">
      <w:pPr>
        <w:keepNext/>
        <w:spacing w:before="240"/>
        <w:ind w:left="851" w:hanging="851"/>
        <w:rPr>
          <w:rFonts w:cs="Arial"/>
        </w:rPr>
      </w:pPr>
      <w:r w:rsidRPr="00215CFD">
        <w:rPr>
          <w:rFonts w:cs="Arial"/>
          <w:b/>
          <w:szCs w:val="24"/>
        </w:rPr>
        <w:t>2.2.2</w:t>
      </w:r>
      <w:r w:rsidRPr="00215CFD">
        <w:rPr>
          <w:rFonts w:cs="Arial"/>
          <w:b/>
          <w:szCs w:val="24"/>
        </w:rPr>
        <w:tab/>
        <w:t>Ist ein Ausschuss für Biologische Sicherheit bestellt?</w:t>
      </w:r>
    </w:p>
    <w:p w14:paraId="0B48B4C6" w14:textId="77777777" w:rsidR="005C1038" w:rsidRPr="00215CFD" w:rsidRDefault="00D944B1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  <w:b/>
          <w:szCs w:val="24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7F4BD0BD" w14:textId="77777777" w:rsidR="005C1038" w:rsidRPr="00215CFD" w:rsidRDefault="005C1038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538E4">
        <w:rPr>
          <w:rFonts w:cs="Arial"/>
          <w:b/>
        </w:rPr>
        <w:t>ja</w:t>
      </w:r>
      <w:r w:rsidRPr="00215CFD">
        <w:rPr>
          <w:rFonts w:cs="Arial"/>
        </w:rPr>
        <w:t>, welche Aufgaben obliegen dem in diesem Formblatt genannten BBS?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3722621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3E770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D1910B9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05A36E4A" w14:textId="77777777" w:rsidR="004701B5" w:rsidRPr="00C20B7A" w:rsidRDefault="004701B5" w:rsidP="002E194D">
      <w:pPr>
        <w:keepNext/>
        <w:spacing w:before="480"/>
        <w:ind w:left="851" w:hanging="851"/>
        <w:rPr>
          <w:b/>
          <w:sz w:val="28"/>
        </w:rPr>
      </w:pPr>
      <w:r w:rsidRPr="00C20B7A">
        <w:rPr>
          <w:b/>
          <w:sz w:val="28"/>
        </w:rPr>
        <w:lastRenderedPageBreak/>
        <w:t>3.</w:t>
      </w:r>
      <w:r w:rsidRPr="00C20B7A">
        <w:rPr>
          <w:b/>
          <w:sz w:val="28"/>
        </w:rPr>
        <w:tab/>
        <w:t>Gentechnische Anlage</w:t>
      </w:r>
    </w:p>
    <w:p w14:paraId="69CAC1A1" w14:textId="77777777" w:rsidR="004701B5" w:rsidRPr="00215CFD" w:rsidRDefault="004701B5" w:rsidP="002E194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3.1</w:t>
      </w:r>
      <w:r w:rsidRPr="00215CFD">
        <w:rPr>
          <w:rFonts w:cs="Arial"/>
          <w:b/>
          <w:szCs w:val="24"/>
        </w:rPr>
        <w:tab/>
        <w:t>Bezeichnung der Anlage (Institut, Klinik, Abteilung, Arbeitsgruppe):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395A894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338E6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15030D8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5C6EAB14" w14:textId="77777777" w:rsidR="004701B5" w:rsidRPr="00215CFD" w:rsidRDefault="00D944B1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3.2</w:t>
      </w:r>
      <w:r w:rsidRPr="00215CFD">
        <w:rPr>
          <w:rFonts w:cs="Arial"/>
          <w:b/>
          <w:szCs w:val="24"/>
        </w:rPr>
        <w:tab/>
        <w:t>Standort der Anlage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:rsidRPr="009F75C4" w14:paraId="291753DC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1CA60B97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Gebäudebezeichnung: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2B02A0D9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7EF8D4A4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Straße, Haus-Nr.: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4A6C6DAD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1EE175AF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PLZ und Ort: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CB85B0B" w14:textId="77777777" w:rsidR="004701B5" w:rsidRDefault="004701B5" w:rsidP="002E194D">
      <w:pPr>
        <w:keepNext/>
        <w:spacing w:before="120"/>
        <w:ind w:left="851"/>
        <w:rPr>
          <w:rFonts w:cs="Arial"/>
        </w:rPr>
      </w:pPr>
      <w:r w:rsidRPr="00215CFD">
        <w:rPr>
          <w:rFonts w:cs="Arial"/>
        </w:rPr>
        <w:t>Bitte Lageplan, Bauzeichnungen und Einrichtungs- oder Stellplan beifügen</w:t>
      </w:r>
      <w:r w:rsidR="003F4697" w:rsidRPr="00215CFD">
        <w:rPr>
          <w:rFonts w:cs="Arial"/>
        </w:rPr>
        <w:t>, aus dem die Lage des Laborbereichs und der Sozialräume hervorgeht</w:t>
      </w:r>
      <w:r w:rsidRPr="00215CFD">
        <w:rPr>
          <w:rFonts w:cs="Arial"/>
        </w:rPr>
        <w:t>.</w:t>
      </w:r>
    </w:p>
    <w:p w14:paraId="07897CA2" w14:textId="77777777" w:rsidR="002E194D" w:rsidRPr="00215CFD" w:rsidRDefault="002E194D" w:rsidP="002E194D">
      <w:pPr>
        <w:spacing w:line="20" w:lineRule="exact"/>
        <w:ind w:left="851"/>
        <w:rPr>
          <w:rFonts w:cs="Arial"/>
        </w:rPr>
      </w:pPr>
    </w:p>
    <w:p w14:paraId="407EF8D7" w14:textId="77777777" w:rsidR="003B4AFF" w:rsidRPr="00215CFD" w:rsidRDefault="003B4AFF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</w:t>
      </w:r>
      <w:r w:rsidRPr="00215CFD">
        <w:rPr>
          <w:rFonts w:cs="Arial"/>
          <w:b/>
          <w:szCs w:val="24"/>
        </w:rPr>
        <w:tab/>
        <w:t>Bei wesentlichen Änderungen der Anlage zusätzlich:</w:t>
      </w:r>
    </w:p>
    <w:p w14:paraId="621D2D77" w14:textId="77777777" w:rsidR="0077073B" w:rsidRDefault="0077073B" w:rsidP="002E194D">
      <w:pPr>
        <w:keepNext/>
        <w:spacing w:after="120"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beantworten Sie bei wesentlichen Änderungen der Anlage die Fragen 3.3.1 bis 3.11; die Beantwortung der Fragen unter „4. Vorgesehene gentechnische Arbeiten</w:t>
      </w:r>
      <w:r w:rsidR="00DF0B65" w:rsidRPr="00215CFD">
        <w:rPr>
          <w:rFonts w:cs="Arial"/>
          <w:sz w:val="20"/>
        </w:rPr>
        <w:t>“ erübrigt sich in diesem Fall.</w:t>
      </w:r>
    </w:p>
    <w:p w14:paraId="14661483" w14:textId="77777777" w:rsidR="002E194D" w:rsidRPr="00215CFD" w:rsidRDefault="002E194D" w:rsidP="002E194D">
      <w:pPr>
        <w:spacing w:line="20" w:lineRule="exact"/>
        <w:ind w:left="851"/>
        <w:rPr>
          <w:rFonts w:cs="Arial"/>
          <w:sz w:val="20"/>
        </w:rPr>
      </w:pPr>
    </w:p>
    <w:p w14:paraId="2B2D96BF" w14:textId="77777777" w:rsidR="003B4AFF" w:rsidRPr="00215CFD" w:rsidRDefault="003B4AFF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3.3.1</w:t>
      </w:r>
      <w:r w:rsidRPr="00215CFD">
        <w:rPr>
          <w:rFonts w:cs="Arial"/>
          <w:b/>
          <w:szCs w:val="24"/>
        </w:rPr>
        <w:tab/>
      </w:r>
      <w:r w:rsidR="008904D0" w:rsidRPr="00215CFD">
        <w:rPr>
          <w:rFonts w:cs="Arial"/>
          <w:b/>
          <w:szCs w:val="24"/>
        </w:rPr>
        <w:t>Anzeige, Anmeldung oder Genehmigung der Anlage erfolgte bei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:rsidRPr="009F75C4" w14:paraId="14CB759D" w14:textId="77777777" w:rsidTr="009F75C4">
        <w:tc>
          <w:tcPr>
            <w:tcW w:w="8504" w:type="dxa"/>
            <w:shd w:val="clear" w:color="auto" w:fill="auto"/>
          </w:tcPr>
          <w:p w14:paraId="0EFCD6DC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Behörde: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2E4A0824" w14:textId="77777777" w:rsidTr="009F75C4">
        <w:tc>
          <w:tcPr>
            <w:tcW w:w="8504" w:type="dxa"/>
            <w:shd w:val="clear" w:color="auto" w:fill="auto"/>
          </w:tcPr>
          <w:p w14:paraId="5C6BCAA5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19F6861F" w14:textId="77777777" w:rsidTr="009F75C4">
        <w:tc>
          <w:tcPr>
            <w:tcW w:w="8504" w:type="dxa"/>
            <w:shd w:val="clear" w:color="auto" w:fill="auto"/>
          </w:tcPr>
          <w:p w14:paraId="69270BA4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Datum: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1840A30" w14:textId="77777777" w:rsidR="002E194D" w:rsidRP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61878C62" w14:textId="77777777" w:rsidR="008904D0" w:rsidRPr="00215CFD" w:rsidRDefault="008904D0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3.3.2</w:t>
      </w:r>
      <w:r w:rsidRPr="00215CFD">
        <w:rPr>
          <w:rFonts w:cs="Arial"/>
          <w:b/>
          <w:szCs w:val="24"/>
        </w:rPr>
        <w:tab/>
        <w:t>Beschreibung der beabsichtigten Änderung im Sinne von § 8 Abs. 4 GenTG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24826E9F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1673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ADA8CF9" w14:textId="77777777" w:rsidR="00D62BFF" w:rsidRPr="001A224F" w:rsidRDefault="00D62BFF" w:rsidP="002538E4">
      <w:pPr>
        <w:spacing w:line="20" w:lineRule="exact"/>
        <w:ind w:left="851"/>
        <w:rPr>
          <w:szCs w:val="24"/>
        </w:rPr>
      </w:pPr>
    </w:p>
    <w:p w14:paraId="6D5F03AC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lastRenderedPageBreak/>
        <w:t>3.</w:t>
      </w:r>
      <w:r w:rsidR="008514B0" w:rsidRPr="00215CFD">
        <w:rPr>
          <w:rFonts w:cs="Arial"/>
          <w:b/>
          <w:szCs w:val="24"/>
        </w:rPr>
        <w:t>4</w:t>
      </w:r>
      <w:r w:rsidRPr="00215CFD">
        <w:rPr>
          <w:rFonts w:cs="Arial"/>
          <w:b/>
          <w:szCs w:val="24"/>
        </w:rPr>
        <w:tab/>
        <w:t>Räume der gentechnischen Anlage</w:t>
      </w:r>
    </w:p>
    <w:p w14:paraId="711CC7CE" w14:textId="77777777" w:rsidR="004701B5" w:rsidRPr="00215CFD" w:rsidRDefault="008211BF" w:rsidP="002E194D">
      <w:pPr>
        <w:keepNext/>
        <w:spacing w:after="120"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bei wesentlichen Änderungen</w:t>
      </w:r>
      <w:r w:rsidR="00DF0B65" w:rsidRPr="00215CFD">
        <w:rPr>
          <w:rFonts w:cs="Arial"/>
          <w:sz w:val="20"/>
        </w:rPr>
        <w:t xml:space="preserve"> der Anlage</w:t>
      </w:r>
      <w:r w:rsidRPr="00215CFD">
        <w:rPr>
          <w:rFonts w:cs="Arial"/>
          <w:sz w:val="20"/>
        </w:rPr>
        <w:t xml:space="preserve"> (</w:t>
      </w:r>
      <w:r w:rsidR="008514B0" w:rsidRPr="00215CFD">
        <w:rPr>
          <w:rFonts w:cs="Arial"/>
          <w:sz w:val="20"/>
        </w:rPr>
        <w:t xml:space="preserve">siehe Punkt 3.3) nur </w:t>
      </w:r>
      <w:r w:rsidR="00571455" w:rsidRPr="00215CFD">
        <w:rPr>
          <w:rFonts w:cs="Arial"/>
          <w:sz w:val="20"/>
        </w:rPr>
        <w:t>die</w:t>
      </w:r>
      <w:r w:rsidR="008514B0" w:rsidRPr="00215CFD">
        <w:rPr>
          <w:rFonts w:cs="Arial"/>
          <w:sz w:val="20"/>
        </w:rPr>
        <w:t xml:space="preserve"> von dieser Anzeige umfassten Änderung</w:t>
      </w:r>
      <w:r w:rsidR="00571455" w:rsidRPr="00215CFD">
        <w:rPr>
          <w:rFonts w:cs="Arial"/>
          <w:sz w:val="20"/>
        </w:rPr>
        <w:t>en</w:t>
      </w:r>
      <w:r w:rsidR="008514B0" w:rsidRPr="00215CFD">
        <w:rPr>
          <w:rFonts w:cs="Arial"/>
          <w:sz w:val="20"/>
        </w:rPr>
        <w:t xml:space="preserve"> angeben.</w:t>
      </w:r>
    </w:p>
    <w:tbl>
      <w:tblPr>
        <w:tblW w:w="8647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276"/>
        <w:gridCol w:w="1559"/>
        <w:gridCol w:w="2694"/>
        <w:gridCol w:w="1701"/>
      </w:tblGrid>
      <w:tr w:rsidR="007D51D4" w:rsidRPr="00215CFD" w14:paraId="0A4E641C" w14:textId="77777777" w:rsidTr="002538E4">
        <w:trPr>
          <w:cantSplit/>
        </w:trPr>
        <w:tc>
          <w:tcPr>
            <w:tcW w:w="1417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782A207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Raum-Nr.</w:t>
            </w:r>
          </w:p>
        </w:tc>
        <w:tc>
          <w:tcPr>
            <w:tcW w:w="1276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2BA3F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3CDEA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Größe [m</w:t>
            </w:r>
            <w:r w:rsidRPr="00215CFD">
              <w:rPr>
                <w:rFonts w:cs="Arial"/>
                <w:b/>
                <w:position w:val="6"/>
                <w:sz w:val="16"/>
              </w:rPr>
              <w:t>2</w:t>
            </w:r>
            <w:r w:rsidRPr="00215CFD">
              <w:rPr>
                <w:rFonts w:cs="Arial"/>
              </w:rP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370D9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Funktion</w:t>
            </w:r>
            <w:r w:rsidRPr="00215CFD"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0911C8B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Arbeitsplätze</w:t>
            </w:r>
          </w:p>
        </w:tc>
      </w:tr>
      <w:tr w:rsidR="007D51D4" w:rsidRPr="00215CFD" w14:paraId="76643142" w14:textId="77777777" w:rsidTr="002538E4">
        <w:trPr>
          <w:cantSplit/>
        </w:trPr>
        <w:tc>
          <w:tcPr>
            <w:tcW w:w="1417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C63462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7716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5720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3D9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27B11B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300A6030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CC2BAC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3F2E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A71F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2053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F4EE09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7DCC30FA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918E3C9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7616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558E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EF7C9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1E4B3A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B467A6C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D7FF2F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AE7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E2F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12B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3F1B8A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44DC3CAD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9D35634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EE1FB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032E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D7DCC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48F9F3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3E729362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0109323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7AD6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A246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37A42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EA5EC9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F297EC5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C8CDC5C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E936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8E7E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F7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2609B1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2E5D85D0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F109C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0282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11E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49BD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36A417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5B6FD50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4E3366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B165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CF6E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99D0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FCA0F39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5D15AF6E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820A66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D7E8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D216B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EE3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B0BC1C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1282417B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3F7FB6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B21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343B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9A1F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0575C71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35958C76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A16CAC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E585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061E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68ED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8D2445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A579841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3A5B4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15B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A21C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21AA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97E38D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13D293FD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D78AAA9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8064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6FAA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A157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D76060A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41DAECDB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84090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B539F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3BAD4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161B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AB3E166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6B1BD054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6BD6F7E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AF7C3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FB62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C67D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12A9ED2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6E171CB9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51411E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168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0AD9D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10EB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4FE628A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2601EC1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7B5E82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91A0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7F4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7562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A00F91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037D376B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C88853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B642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D9F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E8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EC4EB2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1D2D4AFE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5C3C2F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B2EF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53E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FC7B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52D7D5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3B785CDE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DA2BF7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77C1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F513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ACDC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A94D9E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0F40E37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138F847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03DAB96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9087AC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55A87D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0D195C3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</w:tbl>
    <w:p w14:paraId="4DD21218" w14:textId="7BFBFAE0" w:rsidR="004701B5" w:rsidRDefault="007D51D4" w:rsidP="002E194D">
      <w:pPr>
        <w:keepNext/>
        <w:tabs>
          <w:tab w:val="left" w:pos="1134"/>
        </w:tabs>
        <w:spacing w:before="60"/>
        <w:ind w:left="1134" w:hanging="284"/>
        <w:rPr>
          <w:rFonts w:cs="Arial"/>
          <w:sz w:val="16"/>
          <w:szCs w:val="16"/>
        </w:rPr>
      </w:pPr>
      <w:r w:rsidRPr="00215CFD">
        <w:rPr>
          <w:rFonts w:cs="Arial"/>
          <w:b/>
          <w:position w:val="6"/>
          <w:sz w:val="16"/>
          <w:szCs w:val="16"/>
        </w:rPr>
        <w:tab/>
      </w:r>
      <w:r w:rsidR="004701B5" w:rsidRPr="00215CFD">
        <w:rPr>
          <w:rFonts w:cs="Arial"/>
          <w:sz w:val="16"/>
          <w:szCs w:val="16"/>
        </w:rPr>
        <w:t>Überwiegende Nutzung angeben (Abkürzungen in Klammern): (</w:t>
      </w:r>
      <w:r w:rsidR="004701B5" w:rsidRPr="00215CFD">
        <w:rPr>
          <w:rFonts w:cs="Arial"/>
          <w:b/>
          <w:sz w:val="16"/>
          <w:szCs w:val="16"/>
        </w:rPr>
        <w:t>L</w:t>
      </w:r>
      <w:r w:rsidR="004701B5" w:rsidRPr="00215CFD">
        <w:rPr>
          <w:rFonts w:cs="Arial"/>
          <w:sz w:val="16"/>
          <w:szCs w:val="16"/>
        </w:rPr>
        <w:t>) Labor,</w:t>
      </w:r>
      <w:r w:rsidR="008400B1" w:rsidRPr="00215CFD">
        <w:rPr>
          <w:rFonts w:cs="Arial"/>
          <w:sz w:val="16"/>
          <w:szCs w:val="16"/>
        </w:rPr>
        <w:t xml:space="preserve"> (</w:t>
      </w:r>
      <w:r w:rsidR="008400B1" w:rsidRPr="00215CFD">
        <w:rPr>
          <w:rFonts w:cs="Arial"/>
          <w:b/>
          <w:sz w:val="16"/>
          <w:szCs w:val="16"/>
        </w:rPr>
        <w:t>T</w:t>
      </w:r>
      <w:r w:rsidR="008400B1" w:rsidRPr="00215CFD">
        <w:rPr>
          <w:rFonts w:cs="Arial"/>
          <w:sz w:val="16"/>
          <w:szCs w:val="16"/>
        </w:rPr>
        <w:t>) Tierraum, (</w:t>
      </w:r>
      <w:r w:rsidR="008400B1" w:rsidRPr="00215CFD">
        <w:rPr>
          <w:rFonts w:cs="Arial"/>
          <w:b/>
          <w:sz w:val="16"/>
          <w:szCs w:val="16"/>
        </w:rPr>
        <w:t>G</w:t>
      </w:r>
      <w:r w:rsidR="008400B1" w:rsidRPr="00215CFD">
        <w:rPr>
          <w:rFonts w:cs="Arial"/>
          <w:sz w:val="16"/>
          <w:szCs w:val="16"/>
        </w:rPr>
        <w:t>) Gewächshaus,</w:t>
      </w:r>
      <w:r w:rsidR="004701B5" w:rsidRPr="00215CFD">
        <w:rPr>
          <w:rFonts w:cs="Arial"/>
          <w:sz w:val="16"/>
          <w:szCs w:val="16"/>
        </w:rPr>
        <w:t xml:space="preserve"> (</w:t>
      </w:r>
      <w:r w:rsidR="004701B5" w:rsidRPr="00215CFD">
        <w:rPr>
          <w:rFonts w:cs="Arial"/>
          <w:b/>
          <w:sz w:val="16"/>
          <w:szCs w:val="16"/>
        </w:rPr>
        <w:t>Kl</w:t>
      </w:r>
      <w:r w:rsidR="004701B5" w:rsidRPr="00215CFD">
        <w:rPr>
          <w:rFonts w:cs="Arial"/>
          <w:sz w:val="16"/>
          <w:szCs w:val="16"/>
        </w:rPr>
        <w:t>) Klimakammer,</w:t>
      </w:r>
      <w:r w:rsidR="008400B1" w:rsidRPr="00215CFD">
        <w:rPr>
          <w:rFonts w:cs="Arial"/>
          <w:sz w:val="16"/>
          <w:szCs w:val="16"/>
        </w:rPr>
        <w:t xml:space="preserve"> (</w:t>
      </w:r>
      <w:r w:rsidR="008400B1" w:rsidRPr="00215CFD">
        <w:rPr>
          <w:rFonts w:cs="Arial"/>
          <w:b/>
          <w:sz w:val="16"/>
          <w:szCs w:val="16"/>
        </w:rPr>
        <w:t>P</w:t>
      </w:r>
      <w:r w:rsidR="008400B1" w:rsidRPr="00215CFD">
        <w:rPr>
          <w:rFonts w:cs="Arial"/>
          <w:sz w:val="16"/>
          <w:szCs w:val="16"/>
        </w:rPr>
        <w:t>) Produktionsbereich,</w:t>
      </w:r>
      <w:r w:rsidR="004701B5" w:rsidRPr="00215CFD">
        <w:rPr>
          <w:rFonts w:cs="Arial"/>
          <w:sz w:val="16"/>
          <w:szCs w:val="16"/>
        </w:rPr>
        <w:t xml:space="preserve"> (</w:t>
      </w:r>
      <w:r w:rsidR="004701B5" w:rsidRPr="00215CFD">
        <w:rPr>
          <w:rFonts w:cs="Arial"/>
          <w:b/>
          <w:sz w:val="16"/>
          <w:szCs w:val="16"/>
        </w:rPr>
        <w:t>I</w:t>
      </w:r>
      <w:r w:rsidR="004701B5" w:rsidRPr="00215CFD">
        <w:rPr>
          <w:rFonts w:cs="Arial"/>
          <w:sz w:val="16"/>
          <w:szCs w:val="16"/>
        </w:rPr>
        <w:t>) Isotopenlabor, (</w:t>
      </w:r>
      <w:r w:rsidR="004701B5" w:rsidRPr="00215CFD">
        <w:rPr>
          <w:rFonts w:cs="Arial"/>
          <w:b/>
          <w:sz w:val="16"/>
          <w:szCs w:val="16"/>
        </w:rPr>
        <w:t>LG</w:t>
      </w:r>
      <w:r w:rsidR="004701B5" w:rsidRPr="00215CFD">
        <w:rPr>
          <w:rFonts w:cs="Arial"/>
          <w:sz w:val="16"/>
          <w:szCs w:val="16"/>
        </w:rPr>
        <w:t>) Lagerraum für GVO, (</w:t>
      </w:r>
      <w:r w:rsidR="004701B5" w:rsidRPr="00215CFD">
        <w:rPr>
          <w:rFonts w:cs="Arial"/>
          <w:b/>
          <w:sz w:val="16"/>
          <w:szCs w:val="16"/>
        </w:rPr>
        <w:t>B</w:t>
      </w:r>
      <w:r w:rsidR="004701B5" w:rsidRPr="00215CFD">
        <w:rPr>
          <w:rFonts w:cs="Arial"/>
          <w:sz w:val="16"/>
          <w:szCs w:val="16"/>
        </w:rPr>
        <w:t>) Brutraum, (</w:t>
      </w:r>
      <w:r w:rsidR="004701B5" w:rsidRPr="00215CFD">
        <w:rPr>
          <w:rFonts w:cs="Arial"/>
          <w:b/>
          <w:sz w:val="16"/>
          <w:szCs w:val="16"/>
        </w:rPr>
        <w:t>F</w:t>
      </w:r>
      <w:r w:rsidR="004701B5" w:rsidRPr="00215CFD">
        <w:rPr>
          <w:rFonts w:cs="Arial"/>
          <w:sz w:val="16"/>
          <w:szCs w:val="16"/>
        </w:rPr>
        <w:t>)</w:t>
      </w:r>
      <w:r w:rsidR="002538E4">
        <w:rPr>
          <w:rFonts w:cs="Arial"/>
          <w:sz w:val="16"/>
          <w:szCs w:val="16"/>
        </w:rPr>
        <w:t> </w:t>
      </w:r>
      <w:r w:rsidR="004701B5" w:rsidRPr="00215CFD">
        <w:rPr>
          <w:rFonts w:cs="Arial"/>
          <w:sz w:val="16"/>
          <w:szCs w:val="16"/>
        </w:rPr>
        <w:t>Fermenterraum, (</w:t>
      </w:r>
      <w:r w:rsidR="004701B5" w:rsidRPr="00215CFD">
        <w:rPr>
          <w:rFonts w:cs="Arial"/>
          <w:b/>
          <w:sz w:val="16"/>
          <w:szCs w:val="16"/>
        </w:rPr>
        <w:t>Z</w:t>
      </w:r>
      <w:r w:rsidR="004701B5" w:rsidRPr="00215CFD">
        <w:rPr>
          <w:rFonts w:cs="Arial"/>
          <w:sz w:val="16"/>
          <w:szCs w:val="16"/>
        </w:rPr>
        <w:t>) Zentrifugen-/Geräteraum, (</w:t>
      </w:r>
      <w:r w:rsidR="004701B5" w:rsidRPr="00215CFD">
        <w:rPr>
          <w:rFonts w:cs="Arial"/>
          <w:b/>
          <w:sz w:val="16"/>
          <w:szCs w:val="16"/>
        </w:rPr>
        <w:t>KS</w:t>
      </w:r>
      <w:r w:rsidR="004701B5" w:rsidRPr="00215CFD">
        <w:rPr>
          <w:rFonts w:cs="Arial"/>
          <w:sz w:val="16"/>
          <w:szCs w:val="16"/>
        </w:rPr>
        <w:t>) Kurssaal/Praktikum, (</w:t>
      </w:r>
      <w:r w:rsidR="004701B5" w:rsidRPr="00215CFD">
        <w:rPr>
          <w:rFonts w:cs="Arial"/>
          <w:b/>
          <w:sz w:val="16"/>
          <w:szCs w:val="16"/>
        </w:rPr>
        <w:t>A</w:t>
      </w:r>
      <w:r w:rsidR="004701B5" w:rsidRPr="00215CFD">
        <w:rPr>
          <w:rFonts w:cs="Arial"/>
          <w:sz w:val="16"/>
          <w:szCs w:val="16"/>
        </w:rPr>
        <w:t>) Autoklavenraum, (</w:t>
      </w:r>
      <w:r w:rsidR="004701B5" w:rsidRPr="00215CFD">
        <w:rPr>
          <w:rFonts w:cs="Arial"/>
          <w:b/>
          <w:sz w:val="16"/>
          <w:szCs w:val="16"/>
        </w:rPr>
        <w:t>Fl</w:t>
      </w:r>
      <w:r w:rsidR="004701B5" w:rsidRPr="00215CFD">
        <w:rPr>
          <w:rFonts w:cs="Arial"/>
          <w:sz w:val="16"/>
          <w:szCs w:val="16"/>
        </w:rPr>
        <w:t>) Flur, (</w:t>
      </w:r>
      <w:r w:rsidR="004701B5" w:rsidRPr="00215CFD">
        <w:rPr>
          <w:rFonts w:cs="Arial"/>
          <w:b/>
          <w:sz w:val="16"/>
          <w:szCs w:val="16"/>
        </w:rPr>
        <w:t>S</w:t>
      </w:r>
      <w:r w:rsidR="004701B5" w:rsidRPr="00215CFD">
        <w:rPr>
          <w:rFonts w:cs="Arial"/>
          <w:sz w:val="16"/>
          <w:szCs w:val="16"/>
        </w:rPr>
        <w:t>)</w:t>
      </w:r>
      <w:r w:rsidR="002538E4">
        <w:rPr>
          <w:rFonts w:cs="Arial"/>
          <w:sz w:val="16"/>
          <w:szCs w:val="16"/>
        </w:rPr>
        <w:t> S</w:t>
      </w:r>
      <w:r w:rsidR="004701B5" w:rsidRPr="00215CFD">
        <w:rPr>
          <w:rFonts w:cs="Arial"/>
          <w:sz w:val="16"/>
          <w:szCs w:val="16"/>
        </w:rPr>
        <w:t>onstige (bitte erläutern).</w:t>
      </w:r>
    </w:p>
    <w:p w14:paraId="0F0D12D1" w14:textId="77777777" w:rsidR="002E194D" w:rsidRPr="00215CFD" w:rsidRDefault="002E194D" w:rsidP="002E194D">
      <w:pPr>
        <w:tabs>
          <w:tab w:val="left" w:pos="1134"/>
        </w:tabs>
        <w:spacing w:line="20" w:lineRule="exact"/>
        <w:ind w:left="1135" w:hanging="284"/>
        <w:rPr>
          <w:rFonts w:cs="Arial"/>
          <w:b/>
          <w:sz w:val="16"/>
          <w:szCs w:val="16"/>
        </w:rPr>
      </w:pPr>
    </w:p>
    <w:p w14:paraId="03978537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ab/>
        <w:t>Sicherheitsmaßnahmen und Arbeitsschutz</w:t>
      </w:r>
    </w:p>
    <w:p w14:paraId="66DE45AD" w14:textId="2FB54B09" w:rsidR="004701B5" w:rsidRDefault="004701B5" w:rsidP="002E194D">
      <w:pPr>
        <w:keepNext/>
        <w:spacing w:before="12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Bitte eine Kopie der Betriebsanweisung gemäß § 1</w:t>
      </w:r>
      <w:r w:rsidR="007C3A52">
        <w:rPr>
          <w:rFonts w:cs="Arial"/>
          <w:b/>
          <w:szCs w:val="24"/>
        </w:rPr>
        <w:t>7</w:t>
      </w:r>
      <w:r w:rsidRPr="00215CFD">
        <w:rPr>
          <w:rFonts w:cs="Arial"/>
          <w:b/>
          <w:szCs w:val="24"/>
        </w:rPr>
        <w:t xml:space="preserve"> Abs. 2 GenTSV beifügen.</w:t>
      </w:r>
    </w:p>
    <w:p w14:paraId="7823EE9D" w14:textId="77777777" w:rsidR="002E194D" w:rsidRP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1585E50A" w14:textId="4A036685" w:rsidR="00A61244" w:rsidRPr="00215CFD" w:rsidRDefault="00A61244" w:rsidP="00A61244">
      <w:pPr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3.5.2</w:t>
      </w:r>
      <w:r w:rsidRPr="00215CFD">
        <w:rPr>
          <w:rFonts w:cs="Arial"/>
          <w:b/>
          <w:szCs w:val="24"/>
        </w:rPr>
        <w:tab/>
        <w:t xml:space="preserve">Bitte eine Kopie des </w:t>
      </w:r>
      <w:r>
        <w:rPr>
          <w:rFonts w:cs="Arial"/>
          <w:b/>
          <w:szCs w:val="24"/>
        </w:rPr>
        <w:t>Hygiene</w:t>
      </w:r>
      <w:r w:rsidRPr="00215CFD">
        <w:rPr>
          <w:rFonts w:cs="Arial"/>
          <w:b/>
          <w:szCs w:val="24"/>
        </w:rPr>
        <w:t xml:space="preserve">plans </w:t>
      </w:r>
      <w:r w:rsidR="00702515" w:rsidRPr="00215CFD">
        <w:rPr>
          <w:rFonts w:cs="Arial"/>
          <w:b/>
          <w:szCs w:val="24"/>
        </w:rPr>
        <w:t>gemäß § 1</w:t>
      </w:r>
      <w:r w:rsidR="00702515">
        <w:rPr>
          <w:rFonts w:cs="Arial"/>
          <w:b/>
          <w:szCs w:val="24"/>
        </w:rPr>
        <w:t>7</w:t>
      </w:r>
      <w:r w:rsidR="00702515" w:rsidRPr="00215CFD">
        <w:rPr>
          <w:rFonts w:cs="Arial"/>
          <w:b/>
          <w:szCs w:val="24"/>
        </w:rPr>
        <w:t xml:space="preserve"> Abs. </w:t>
      </w:r>
      <w:r w:rsidR="00702515">
        <w:rPr>
          <w:rFonts w:cs="Arial"/>
          <w:b/>
          <w:szCs w:val="24"/>
        </w:rPr>
        <w:t>3</w:t>
      </w:r>
      <w:r w:rsidR="00702515" w:rsidRPr="00215CFD">
        <w:rPr>
          <w:rFonts w:cs="Arial"/>
          <w:b/>
          <w:szCs w:val="24"/>
        </w:rPr>
        <w:t xml:space="preserve"> GenTSV </w:t>
      </w:r>
      <w:r w:rsidRPr="00215CFD">
        <w:rPr>
          <w:rFonts w:cs="Arial"/>
          <w:b/>
          <w:szCs w:val="24"/>
        </w:rPr>
        <w:t>beifügen.</w:t>
      </w:r>
    </w:p>
    <w:p w14:paraId="4CB0689B" w14:textId="38A79D85" w:rsidR="00030F14" w:rsidRPr="00215CFD" w:rsidRDefault="003F4697" w:rsidP="002538E4">
      <w:pPr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>.</w:t>
      </w:r>
      <w:r w:rsidR="00A61244">
        <w:rPr>
          <w:rFonts w:cs="Arial"/>
          <w:b/>
          <w:szCs w:val="24"/>
        </w:rPr>
        <w:t>3</w:t>
      </w:r>
      <w:r w:rsidRPr="00215CFD">
        <w:rPr>
          <w:rFonts w:cs="Arial"/>
          <w:b/>
          <w:szCs w:val="24"/>
        </w:rPr>
        <w:tab/>
        <w:t>Bitte eine Kopie des Hautschutzplans</w:t>
      </w:r>
      <w:r w:rsidR="00702515">
        <w:rPr>
          <w:rFonts w:cs="Arial"/>
          <w:b/>
          <w:szCs w:val="24"/>
        </w:rPr>
        <w:t xml:space="preserve"> gemäß Anlagen 2 bis 4 GenTSV</w:t>
      </w:r>
      <w:r w:rsidRPr="00215CFD">
        <w:rPr>
          <w:rFonts w:cs="Arial"/>
          <w:b/>
          <w:szCs w:val="24"/>
        </w:rPr>
        <w:t xml:space="preserve"> beifügen.</w:t>
      </w:r>
    </w:p>
    <w:p w14:paraId="26A9D016" w14:textId="4996A318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5.</w:t>
      </w:r>
      <w:r w:rsidR="00A61244">
        <w:rPr>
          <w:rFonts w:cs="Arial"/>
          <w:b/>
          <w:szCs w:val="24"/>
        </w:rPr>
        <w:t>4</w:t>
      </w:r>
      <w:r w:rsidRPr="00215CFD">
        <w:rPr>
          <w:rFonts w:cs="Arial"/>
          <w:b/>
          <w:szCs w:val="24"/>
        </w:rPr>
        <w:tab/>
        <w:t xml:space="preserve">Sind </w:t>
      </w:r>
      <w:r w:rsidR="008E05CD" w:rsidRPr="00215CFD">
        <w:rPr>
          <w:rFonts w:cs="Arial"/>
          <w:b/>
          <w:szCs w:val="24"/>
        </w:rPr>
        <w:t>Ergänzungen/Alternativen</w:t>
      </w:r>
      <w:r w:rsidRPr="00215CFD">
        <w:rPr>
          <w:rFonts w:cs="Arial"/>
          <w:b/>
          <w:szCs w:val="24"/>
        </w:rPr>
        <w:t xml:space="preserve"> </w:t>
      </w:r>
      <w:r w:rsidR="008514B0" w:rsidRPr="00215CFD">
        <w:rPr>
          <w:rFonts w:cs="Arial"/>
          <w:b/>
          <w:szCs w:val="24"/>
        </w:rPr>
        <w:t>zu</w:t>
      </w:r>
      <w:r w:rsidRPr="00215CFD">
        <w:rPr>
          <w:rFonts w:cs="Arial"/>
          <w:b/>
          <w:szCs w:val="24"/>
        </w:rPr>
        <w:t xml:space="preserve"> den Regelungen des Arbeitsschutzes oder der GenTSV vorgesehen?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BA0A44C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nähere Angaben und Begründung: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73CFC7B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BDC50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52CE151" w14:textId="77777777" w:rsidR="00D62BFF" w:rsidRPr="001A224F" w:rsidRDefault="00D62BFF" w:rsidP="002538E4">
      <w:pPr>
        <w:spacing w:line="20" w:lineRule="exact"/>
        <w:ind w:left="851"/>
        <w:rPr>
          <w:szCs w:val="24"/>
        </w:rPr>
      </w:pPr>
    </w:p>
    <w:p w14:paraId="25CC9866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lastRenderedPageBreak/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</w:t>
      </w:r>
      <w:r w:rsidRPr="00215CFD">
        <w:rPr>
          <w:rFonts w:cs="Arial"/>
          <w:b/>
          <w:szCs w:val="24"/>
        </w:rPr>
        <w:tab/>
        <w:t>Beschaffenheit der Oberflächen</w:t>
      </w:r>
    </w:p>
    <w:p w14:paraId="34FF4ED5" w14:textId="77777777" w:rsidR="00021AC6" w:rsidRPr="00215CFD" w:rsidRDefault="00FB5158" w:rsidP="002E194D">
      <w:pPr>
        <w:keepNext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zu jedem Punkt Angaben zur Oberflächenbeschaffenheit sowie zur Beständigkeit und Dekontaminierbarkeit im Hinblick auf die verwendeten Stoffe und Reinigungsmittel;</w:t>
      </w:r>
      <w:r w:rsidR="00E50F31" w:rsidRPr="00215CFD">
        <w:rPr>
          <w:rFonts w:cs="Arial"/>
          <w:sz w:val="20"/>
        </w:rPr>
        <w:t xml:space="preserve"> </w:t>
      </w:r>
      <w:r w:rsidR="004701B5" w:rsidRPr="00456A20">
        <w:rPr>
          <w:rFonts w:cs="Arial"/>
          <w:b/>
          <w:sz w:val="20"/>
        </w:rPr>
        <w:t>verschieden ausgestattete und beschaffene Räume bitte gesondert aufführen.</w:t>
      </w:r>
    </w:p>
    <w:p w14:paraId="418009AF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Decken und Wände: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71ED796D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06347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E58343F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58D93338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.2</w:t>
      </w:r>
      <w:r w:rsidRPr="00215CFD">
        <w:rPr>
          <w:rFonts w:cs="Arial"/>
          <w:b/>
          <w:szCs w:val="24"/>
        </w:rPr>
        <w:tab/>
        <w:t>Fußböden: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4720605A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EDF7C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01D4166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3D62C4B1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.3</w:t>
      </w:r>
      <w:r w:rsidRPr="00215CFD">
        <w:rPr>
          <w:rFonts w:cs="Arial"/>
          <w:b/>
          <w:szCs w:val="24"/>
        </w:rPr>
        <w:tab/>
        <w:t>Arbeitsflächen</w:t>
      </w:r>
      <w:r w:rsidR="00A61244">
        <w:rPr>
          <w:rFonts w:cs="Arial"/>
          <w:b/>
          <w:szCs w:val="24"/>
        </w:rPr>
        <w:t xml:space="preserve"> und Mobiliar</w:t>
      </w:r>
      <w:r w:rsidRPr="00215CFD">
        <w:rPr>
          <w:rFonts w:cs="Arial"/>
          <w:b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267EC1AE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07D97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7D8F00C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087DF346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.4</w:t>
      </w:r>
      <w:r w:rsidRPr="00215CFD">
        <w:rPr>
          <w:rFonts w:cs="Arial"/>
          <w:b/>
          <w:szCs w:val="24"/>
        </w:rPr>
        <w:tab/>
      </w:r>
      <w:r w:rsidR="008514B0" w:rsidRPr="00215CFD">
        <w:rPr>
          <w:rFonts w:cs="Arial"/>
          <w:b/>
          <w:szCs w:val="24"/>
        </w:rPr>
        <w:t>T</w:t>
      </w:r>
      <w:r w:rsidRPr="00215CFD">
        <w:rPr>
          <w:rFonts w:cs="Arial"/>
          <w:b/>
          <w:szCs w:val="24"/>
        </w:rPr>
        <w:t>üren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598ADF7E" w14:textId="77777777" w:rsidTr="009F75C4">
        <w:trPr>
          <w:trHeight w:val="28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A8205" w14:textId="77777777" w:rsidR="00D62BFF" w:rsidRDefault="00D62BFF" w:rsidP="009F75C4">
            <w:pPr>
              <w:keepNext/>
              <w:tabs>
                <w:tab w:val="left" w:pos="3118"/>
              </w:tabs>
              <w:overflowPunct w:val="0"/>
              <w:autoSpaceDE w:val="0"/>
              <w:autoSpaceDN w:val="0"/>
              <w:adjustRightInd w:val="0"/>
              <w:ind w:left="3114" w:hanging="3114"/>
              <w:textAlignment w:val="baseline"/>
            </w:pPr>
            <w:r w:rsidRPr="009F75C4">
              <w:rPr>
                <w:rFonts w:cs="Arial"/>
              </w:rPr>
              <w:t>Oberflächenbeschaffenheit:</w:t>
            </w:r>
            <w:r w:rsidRPr="009F75C4">
              <w:rPr>
                <w:rFonts w:cs="Arial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ACD145" w14:textId="2867E925" w:rsidR="004701B5" w:rsidRPr="00215CFD" w:rsidRDefault="00A61244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>
        <w:rPr>
          <w:rFonts w:cs="Arial"/>
          <w:bCs/>
        </w:rPr>
        <w:t>in Fluchtrichtung</w:t>
      </w:r>
      <w:r w:rsidR="004701B5" w:rsidRPr="00215CFD">
        <w:rPr>
          <w:rFonts w:cs="Arial"/>
          <w:bCs/>
        </w:rPr>
        <w:t xml:space="preserve"> aufschlagend?</w:t>
      </w:r>
      <w:r w:rsidR="004701B5" w:rsidRPr="00215CFD">
        <w:rPr>
          <w:rFonts w:cs="Arial"/>
        </w:rPr>
        <w:tab/>
        <w:t>Ja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  <w:r w:rsidR="004701B5" w:rsidRPr="00215CFD">
        <w:rPr>
          <w:rFonts w:cs="Arial"/>
        </w:rPr>
        <w:tab/>
        <w:t>Nein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</w:p>
    <w:p w14:paraId="63E51E81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>Sichtfenster vorhanden?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7D01DEB" w14:textId="77777777" w:rsidR="007E5E0B" w:rsidRPr="00215CFD" w:rsidRDefault="008E05CD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mindestens einmal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bitte erläutern: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699E92C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89F28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370CC0F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19511C0A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B7C91" w:rsidRPr="00215CFD">
        <w:rPr>
          <w:rFonts w:cs="Arial"/>
          <w:b/>
          <w:szCs w:val="24"/>
        </w:rPr>
        <w:t>6.5</w:t>
      </w:r>
      <w:r w:rsidRPr="00215CFD">
        <w:rPr>
          <w:rFonts w:cs="Arial"/>
          <w:b/>
          <w:szCs w:val="24"/>
        </w:rPr>
        <w:tab/>
        <w:t>Fenster: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473A0D3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D7523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2ED81B6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7C9612C2" w14:textId="77777777" w:rsidR="00220522" w:rsidRPr="00215CFD" w:rsidRDefault="00220522" w:rsidP="002E194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3.7</w:t>
      </w:r>
      <w:r w:rsidR="007D51D4" w:rsidRPr="00215CFD">
        <w:rPr>
          <w:rFonts w:cs="Arial"/>
          <w:b/>
          <w:szCs w:val="24"/>
        </w:rPr>
        <w:tab/>
      </w:r>
      <w:r w:rsidRPr="00215CFD">
        <w:rPr>
          <w:rFonts w:cs="Arial"/>
          <w:b/>
          <w:szCs w:val="24"/>
        </w:rPr>
        <w:t>Transportbehälter</w:t>
      </w:r>
    </w:p>
    <w:p w14:paraId="245A8F0B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  <w:bCs/>
        </w:rPr>
      </w:pPr>
      <w:r w:rsidRPr="00215CFD">
        <w:rPr>
          <w:rFonts w:cs="Arial"/>
          <w:bCs/>
        </w:rPr>
        <w:t>vorhanden?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12E687F" w14:textId="77777777" w:rsidR="00893768" w:rsidRPr="00215CFD" w:rsidRDefault="00A61244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>
        <w:rPr>
          <w:rFonts w:cs="Arial"/>
          <w:bCs/>
        </w:rPr>
        <w:t xml:space="preserve">dicht </w:t>
      </w:r>
      <w:r w:rsidR="00893768" w:rsidRPr="00215CFD">
        <w:rPr>
          <w:rFonts w:cs="Arial"/>
          <w:bCs/>
        </w:rPr>
        <w:t>verschließbar?</w:t>
      </w:r>
      <w:r w:rsidR="00893768" w:rsidRPr="00215CFD">
        <w:rPr>
          <w:rFonts w:cs="Arial"/>
          <w:bCs/>
        </w:rPr>
        <w:tab/>
        <w:t>Ja</w:t>
      </w:r>
      <w:r w:rsidR="00893768" w:rsidRPr="00215CFD">
        <w:rPr>
          <w:rFonts w:cs="Arial"/>
          <w:bCs/>
        </w:rPr>
        <w:tab/>
      </w:r>
      <w:r w:rsidR="00893768"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="00893768"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="00893768" w:rsidRPr="00215CFD">
        <w:rPr>
          <w:rFonts w:cs="Arial"/>
          <w:bCs/>
        </w:rPr>
        <w:fldChar w:fldCharType="end"/>
      </w:r>
      <w:r w:rsidR="00893768" w:rsidRPr="00215CFD">
        <w:rPr>
          <w:rFonts w:cs="Arial"/>
          <w:bCs/>
        </w:rPr>
        <w:tab/>
        <w:t>Nein</w:t>
      </w:r>
      <w:r w:rsidR="00893768" w:rsidRPr="00215CFD">
        <w:rPr>
          <w:rFonts w:cs="Arial"/>
          <w:bCs/>
        </w:rPr>
        <w:tab/>
      </w:r>
      <w:r w:rsidR="00893768"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="00893768"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="00893768" w:rsidRPr="00215CFD">
        <w:rPr>
          <w:rFonts w:cs="Arial"/>
          <w:bCs/>
        </w:rPr>
        <w:fldChar w:fldCharType="end"/>
      </w:r>
    </w:p>
    <w:p w14:paraId="2C6B9F43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gegen Bruch geschützt?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37C99FFD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desinfizierbar?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D0B6DCC" w14:textId="77777777" w:rsidR="00893768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gekennzeichnet?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A80107D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  <w:bCs/>
        </w:rPr>
      </w:pPr>
    </w:p>
    <w:p w14:paraId="2E055C09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lastRenderedPageBreak/>
        <w:t>3</w:t>
      </w:r>
      <w:r w:rsidR="00220522" w:rsidRPr="00215CFD">
        <w:rPr>
          <w:rFonts w:cs="Arial"/>
          <w:b/>
          <w:szCs w:val="24"/>
        </w:rPr>
        <w:t>.8</w:t>
      </w:r>
      <w:r w:rsidR="00832F88" w:rsidRPr="00215CFD">
        <w:rPr>
          <w:rFonts w:cs="Arial"/>
          <w:b/>
          <w:szCs w:val="24"/>
        </w:rPr>
        <w:tab/>
      </w:r>
      <w:r w:rsidRPr="00215CFD">
        <w:rPr>
          <w:rFonts w:cs="Arial"/>
          <w:b/>
          <w:szCs w:val="24"/>
        </w:rPr>
        <w:t>Wasseranschlüsse</w:t>
      </w:r>
    </w:p>
    <w:p w14:paraId="1EA889D5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 w:after="12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8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Sind im Arbeitsbereich Waschbecken vorhanden?</w:t>
      </w:r>
      <w:r w:rsidRPr="00215CFD">
        <w:rPr>
          <w:rFonts w:cs="Arial"/>
          <w:szCs w:val="24"/>
        </w:rPr>
        <w:tab/>
        <w:t>Ja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6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4214B0">
        <w:rPr>
          <w:rFonts w:cs="Arial"/>
          <w:szCs w:val="24"/>
        </w:rPr>
      </w:r>
      <w:r w:rsidR="004214B0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  <w:r w:rsidRPr="00215CFD">
        <w:rPr>
          <w:rFonts w:cs="Arial"/>
          <w:szCs w:val="24"/>
        </w:rPr>
        <w:tab/>
        <w:t>Nein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7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4214B0">
        <w:rPr>
          <w:rFonts w:cs="Arial"/>
          <w:szCs w:val="24"/>
        </w:rPr>
      </w:r>
      <w:r w:rsidR="004214B0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</w:p>
    <w:p w14:paraId="42BC6B93" w14:textId="77777777" w:rsidR="004701B5" w:rsidRPr="00215CFD" w:rsidRDefault="004701B5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 w:right="2665"/>
        <w:rPr>
          <w:rFonts w:cs="Arial"/>
          <w:bCs/>
        </w:rPr>
      </w:pPr>
      <w:r w:rsidRPr="00215CFD">
        <w:rPr>
          <w:rFonts w:cs="Arial"/>
          <w:bCs/>
        </w:rPr>
        <w:t>Handwaschmittel-, Einmalhandtuchspender</w:t>
      </w:r>
      <w:r w:rsidR="00832F88" w:rsidRPr="00215CFD">
        <w:rPr>
          <w:rFonts w:cs="Arial"/>
          <w:bCs/>
        </w:rPr>
        <w:t xml:space="preserve"> </w:t>
      </w:r>
      <w:r w:rsidRPr="00215CFD">
        <w:rPr>
          <w:rFonts w:cs="Arial"/>
          <w:bCs/>
        </w:rPr>
        <w:t>und</w:t>
      </w:r>
      <w:r w:rsidR="00DF345D">
        <w:rPr>
          <w:rFonts w:cs="Arial"/>
          <w:bCs/>
        </w:rPr>
        <w:t xml:space="preserve"> </w:t>
      </w:r>
      <w:r w:rsidRPr="00215CFD">
        <w:rPr>
          <w:rFonts w:cs="Arial"/>
          <w:bCs/>
        </w:rPr>
        <w:t>Haut</w:t>
      </w:r>
      <w:r w:rsidR="00DF345D">
        <w:rPr>
          <w:rFonts w:cs="Arial"/>
          <w:bCs/>
        </w:rPr>
        <w:softHyphen/>
      </w:r>
      <w:r w:rsidRPr="00215CFD">
        <w:rPr>
          <w:rFonts w:cs="Arial"/>
          <w:bCs/>
        </w:rPr>
        <w:t>pflegemittel vorhanden?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3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2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5177ACE9" w14:textId="77777777" w:rsidR="004701B5" w:rsidRDefault="002B7C91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D</w:t>
      </w:r>
      <w:r w:rsidR="004701B5" w:rsidRPr="00215CFD">
        <w:rPr>
          <w:rFonts w:cs="Arial"/>
          <w:bCs/>
        </w:rPr>
        <w:t>esinfektionsmittel</w:t>
      </w:r>
      <w:r w:rsidRPr="00215CFD">
        <w:rPr>
          <w:rFonts w:cs="Arial"/>
          <w:bCs/>
        </w:rPr>
        <w:t>spender</w:t>
      </w:r>
      <w:r w:rsidR="004701B5" w:rsidRPr="00215CFD">
        <w:rPr>
          <w:rFonts w:cs="Arial"/>
          <w:bCs/>
        </w:rPr>
        <w:t xml:space="preserve"> vorhanden?</w:t>
      </w:r>
      <w:r w:rsidR="004701B5" w:rsidRPr="00215CFD">
        <w:rPr>
          <w:rFonts w:cs="Arial"/>
          <w:bCs/>
        </w:rPr>
        <w:tab/>
        <w:t>Ja</w:t>
      </w:r>
      <w:r w:rsidR="004701B5" w:rsidRPr="00215CFD">
        <w:rPr>
          <w:rFonts w:cs="Arial"/>
          <w:bCs/>
        </w:rPr>
        <w:tab/>
      </w:r>
      <w:r w:rsidR="004701B5"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="004701B5" w:rsidRPr="00215CFD">
        <w:rPr>
          <w:rFonts w:cs="Arial"/>
          <w:bCs/>
        </w:rPr>
        <w:fldChar w:fldCharType="end"/>
      </w:r>
      <w:r w:rsidR="004701B5" w:rsidRPr="00215CFD">
        <w:rPr>
          <w:rFonts w:cs="Arial"/>
          <w:bCs/>
        </w:rPr>
        <w:tab/>
        <w:t>Nein</w:t>
      </w:r>
      <w:r w:rsidR="004701B5" w:rsidRPr="00215CFD">
        <w:rPr>
          <w:rFonts w:cs="Arial"/>
          <w:bCs/>
        </w:rPr>
        <w:tab/>
      </w:r>
      <w:r w:rsidR="004701B5"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  <w:bCs/>
        </w:rPr>
        <w:instrText xml:space="preserve"> FORMCHECKBOX </w:instrText>
      </w:r>
      <w:r w:rsidR="004214B0">
        <w:rPr>
          <w:rFonts w:cs="Arial"/>
          <w:bCs/>
        </w:rPr>
      </w:r>
      <w:r w:rsidR="004214B0">
        <w:rPr>
          <w:rFonts w:cs="Arial"/>
          <w:bCs/>
        </w:rPr>
        <w:fldChar w:fldCharType="separate"/>
      </w:r>
      <w:r w:rsidR="004701B5" w:rsidRPr="00215CFD">
        <w:rPr>
          <w:rFonts w:cs="Arial"/>
          <w:bCs/>
        </w:rPr>
        <w:fldChar w:fldCharType="end"/>
      </w:r>
    </w:p>
    <w:p w14:paraId="77313D8F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  <w:bCs/>
        </w:rPr>
      </w:pPr>
    </w:p>
    <w:p w14:paraId="37138BC3" w14:textId="77777777" w:rsidR="004701B5" w:rsidRPr="00215CFD" w:rsidRDefault="004701B5" w:rsidP="0060409E">
      <w:pPr>
        <w:tabs>
          <w:tab w:val="right" w:pos="6946"/>
          <w:tab w:val="right" w:pos="7513"/>
          <w:tab w:val="right" w:pos="8789"/>
          <w:tab w:val="right" w:pos="9355"/>
        </w:tabs>
        <w:spacing w:before="240" w:after="12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8</w:t>
      </w:r>
      <w:r w:rsidRPr="00215CFD">
        <w:rPr>
          <w:rFonts w:cs="Arial"/>
          <w:b/>
          <w:szCs w:val="24"/>
        </w:rPr>
        <w:t>.2</w:t>
      </w:r>
      <w:r w:rsidRPr="00215CFD">
        <w:rPr>
          <w:rFonts w:cs="Arial"/>
          <w:b/>
          <w:szCs w:val="24"/>
        </w:rPr>
        <w:tab/>
        <w:t>Einrichtungen zum Spülen der Augen?</w:t>
      </w:r>
      <w:r w:rsidRPr="00215CFD">
        <w:rPr>
          <w:rFonts w:cs="Arial"/>
          <w:szCs w:val="24"/>
        </w:rPr>
        <w:tab/>
        <w:t>Ja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6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4214B0">
        <w:rPr>
          <w:rFonts w:cs="Arial"/>
          <w:szCs w:val="24"/>
        </w:rPr>
      </w:r>
      <w:r w:rsidR="004214B0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  <w:r w:rsidRPr="00215CFD">
        <w:rPr>
          <w:rFonts w:cs="Arial"/>
          <w:szCs w:val="24"/>
        </w:rPr>
        <w:tab/>
        <w:t>Nein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7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4214B0">
        <w:rPr>
          <w:rFonts w:cs="Arial"/>
          <w:szCs w:val="24"/>
        </w:rPr>
      </w:r>
      <w:r w:rsidR="004214B0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</w:p>
    <w:p w14:paraId="03E59894" w14:textId="77777777" w:rsidR="004701B5" w:rsidRPr="00215CFD" w:rsidRDefault="004701B5" w:rsidP="00E528E3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ab/>
        <w:t>Abwasser- und Abfallbehandlung</w:t>
      </w:r>
    </w:p>
    <w:p w14:paraId="1A1B05FD" w14:textId="77777777" w:rsidR="004701B5" w:rsidRPr="00215CFD" w:rsidRDefault="004701B5" w:rsidP="002E194D">
      <w:pPr>
        <w:keepNext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Vorgesehene Einrichtungen zur Inaktivierung von</w:t>
      </w:r>
      <w:r w:rsidR="009B0726" w:rsidRPr="00215CFD">
        <w:rPr>
          <w:rFonts w:cs="Arial"/>
          <w:sz w:val="20"/>
        </w:rPr>
        <w:t xml:space="preserve"> Abwasser sowie</w:t>
      </w:r>
      <w:r w:rsidRPr="00215CFD">
        <w:rPr>
          <w:rFonts w:cs="Arial"/>
          <w:sz w:val="20"/>
        </w:rPr>
        <w:t xml:space="preserve"> festen und flüssigen Abfällen, die GVO enthalten.</w:t>
      </w:r>
    </w:p>
    <w:p w14:paraId="19C1726F" w14:textId="77777777" w:rsidR="00832F88" w:rsidRPr="00215CFD" w:rsidRDefault="004701B5" w:rsidP="00DF345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1</w:t>
      </w:r>
      <w:r w:rsidRPr="00215CFD">
        <w:rPr>
          <w:rFonts w:cs="Arial"/>
          <w:b/>
          <w:szCs w:val="24"/>
        </w:rPr>
        <w:tab/>
        <w:t>Inaktivierung durch physikalische Verfahren</w:t>
      </w:r>
    </w:p>
    <w:p w14:paraId="2D4FD6A8" w14:textId="77777777" w:rsidR="004701B5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  <w:b/>
          <w:szCs w:val="24"/>
        </w:rPr>
        <w:t>(Autoklav)?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AEAA5B3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46E3A67C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.1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Angaben zu Autoklaven:</w:t>
      </w:r>
    </w:p>
    <w:tbl>
      <w:tblPr>
        <w:tblW w:w="8510" w:type="dxa"/>
        <w:tblInd w:w="851" w:type="dxa"/>
        <w:tblCellMar>
          <w:top w:w="6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2"/>
        <w:gridCol w:w="1940"/>
        <w:gridCol w:w="1954"/>
        <w:gridCol w:w="1954"/>
      </w:tblGrid>
      <w:tr w:rsidR="00832F88" w:rsidRPr="009F75C4" w14:paraId="6419E081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B09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1B75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9C0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E2C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3</w:t>
            </w:r>
          </w:p>
        </w:tc>
      </w:tr>
      <w:tr w:rsidR="00832F88" w:rsidRPr="009F75C4" w14:paraId="5071598C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AA80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Hersteller/</w:t>
            </w:r>
            <w:r w:rsidRPr="009F75C4">
              <w:rPr>
                <w:rFonts w:cs="Arial"/>
                <w:szCs w:val="24"/>
              </w:rPr>
              <w:br/>
              <w:t>Gerätebezeichnung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D11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F1A3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E057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3B1236F2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37F0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Typ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B12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4214B0">
              <w:rPr>
                <w:rFonts w:cs="Arial"/>
                <w:szCs w:val="24"/>
              </w:rPr>
            </w:r>
            <w:r w:rsidR="004214B0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08A5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4214B0">
              <w:rPr>
                <w:rFonts w:cs="Arial"/>
                <w:szCs w:val="24"/>
              </w:rPr>
            </w:r>
            <w:r w:rsidR="004214B0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6A9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4214B0">
              <w:rPr>
                <w:rFonts w:cs="Arial"/>
                <w:szCs w:val="24"/>
              </w:rPr>
            </w:r>
            <w:r w:rsidR="004214B0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13F8BB69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ABF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Funktionsprinzip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b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281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4214B0">
              <w:rPr>
                <w:rFonts w:cs="Arial"/>
                <w:szCs w:val="24"/>
              </w:rPr>
            </w:r>
            <w:r w:rsidR="004214B0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2D7A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4214B0">
              <w:rPr>
                <w:rFonts w:cs="Arial"/>
                <w:szCs w:val="24"/>
              </w:rPr>
            </w:r>
            <w:r w:rsidR="004214B0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939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4214B0">
              <w:rPr>
                <w:rFonts w:cs="Arial"/>
                <w:szCs w:val="24"/>
              </w:rPr>
            </w:r>
            <w:r w:rsidR="004214B0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356028AE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5D6C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Arbeitsvolumen (l)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CD8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9C7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4977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672DA7E3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7BDE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Sicherheitstechnische</w:t>
            </w:r>
            <w:r w:rsidRPr="009F75C4">
              <w:rPr>
                <w:rFonts w:cs="Arial"/>
                <w:szCs w:val="24"/>
              </w:rPr>
              <w:br/>
              <w:t>Ausstattung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c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D99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B12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2F4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14B8E370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A68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Standort</w:t>
            </w:r>
            <w:r w:rsidRPr="009F75C4">
              <w:rPr>
                <w:rFonts w:cs="Arial"/>
                <w:szCs w:val="24"/>
              </w:rPr>
              <w:br/>
              <w:t>(Geb./Raum - ggf. Az. der anderen gentechn. Anlage)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549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427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0933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13FA0779" w14:textId="77777777" w:rsidR="00832F88" w:rsidRPr="00215CFD" w:rsidRDefault="00832F88" w:rsidP="002E194D">
      <w:pPr>
        <w:keepNext/>
        <w:tabs>
          <w:tab w:val="left" w:pos="1134"/>
        </w:tabs>
        <w:spacing w:before="60"/>
        <w:ind w:left="1135" w:hanging="284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a</w:t>
      </w:r>
      <w:r w:rsidRPr="00215CFD">
        <w:rPr>
          <w:rFonts w:cs="Arial"/>
          <w:sz w:val="18"/>
        </w:rPr>
        <w:tab/>
        <w:t>Tischgerät (T), Standgerät (S), Wandautoklav: Beschickung einseitig (W), Durchreicheautoklav (D)</w:t>
      </w:r>
    </w:p>
    <w:p w14:paraId="79FD60E1" w14:textId="77777777" w:rsidR="00832F88" w:rsidRPr="00215CFD" w:rsidRDefault="00832F88" w:rsidP="002E194D">
      <w:pPr>
        <w:keepNext/>
        <w:tabs>
          <w:tab w:val="left" w:pos="1134"/>
        </w:tabs>
        <w:ind w:left="1134" w:hanging="283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b</w:t>
      </w:r>
      <w:r w:rsidRPr="00215CFD">
        <w:rPr>
          <w:rFonts w:cs="Arial"/>
          <w:sz w:val="18"/>
        </w:rPr>
        <w:tab/>
        <w:t>Gravitationsverfahren (G), Fraktioniertes Vorvakuum (FVV), Sonstige Verfahren (S)</w:t>
      </w:r>
    </w:p>
    <w:p w14:paraId="087A9339" w14:textId="77777777" w:rsidR="00832F88" w:rsidRDefault="00832F88" w:rsidP="002E194D">
      <w:pPr>
        <w:keepNext/>
        <w:tabs>
          <w:tab w:val="left" w:pos="1134"/>
        </w:tabs>
        <w:ind w:left="1134" w:hanging="283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c</w:t>
      </w:r>
      <w:r w:rsidRPr="00215CFD">
        <w:rPr>
          <w:rFonts w:cs="Arial"/>
          <w:sz w:val="18"/>
        </w:rPr>
        <w:tab/>
        <w:t>Nachbehandlung kontaminierter Prozessabluft, die in den Arbeitsbereich gegeben wird (A), Kondensatinaktivierung (K), Schreiber (SCH), Datenlogger (D)</w:t>
      </w:r>
      <w:r w:rsidR="00D62BFF">
        <w:rPr>
          <w:rFonts w:cs="Arial"/>
          <w:sz w:val="18"/>
        </w:rPr>
        <w:t>,</w:t>
      </w:r>
      <w:r w:rsidRPr="00215CFD">
        <w:rPr>
          <w:rFonts w:cs="Arial"/>
          <w:sz w:val="18"/>
        </w:rPr>
        <w:t xml:space="preserve"> Referenzmeßfühler (R), Vakuumpumpe (V).</w:t>
      </w:r>
    </w:p>
    <w:p w14:paraId="616EB25E" w14:textId="77777777" w:rsidR="002E194D" w:rsidRPr="00215CFD" w:rsidRDefault="002E194D" w:rsidP="002E194D">
      <w:pPr>
        <w:tabs>
          <w:tab w:val="left" w:pos="1134"/>
        </w:tabs>
        <w:spacing w:line="20" w:lineRule="exact"/>
        <w:ind w:left="1135" w:hanging="284"/>
        <w:rPr>
          <w:rFonts w:cs="Arial"/>
          <w:sz w:val="18"/>
        </w:rPr>
      </w:pPr>
    </w:p>
    <w:p w14:paraId="6EBDB6FB" w14:textId="338F8CD8" w:rsidR="0060409E" w:rsidRDefault="004701B5" w:rsidP="00DF345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.2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Sind beim Autoklavieren Abweichungen von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 xml:space="preserve">den in § </w:t>
      </w:r>
      <w:r w:rsidR="00A61244">
        <w:rPr>
          <w:rFonts w:cs="Arial"/>
          <w:b/>
        </w:rPr>
        <w:t>25</w:t>
      </w:r>
      <w:r w:rsidR="00A61244" w:rsidRPr="00215CFD">
        <w:rPr>
          <w:rFonts w:cs="Arial"/>
          <w:b/>
        </w:rPr>
        <w:t xml:space="preserve"> </w:t>
      </w:r>
      <w:r w:rsidRPr="00215CFD">
        <w:rPr>
          <w:rFonts w:cs="Arial"/>
          <w:b/>
        </w:rPr>
        <w:t xml:space="preserve">Abs. </w:t>
      </w:r>
      <w:r w:rsidR="00A61244">
        <w:rPr>
          <w:rFonts w:cs="Arial"/>
          <w:b/>
        </w:rPr>
        <w:t>1</w:t>
      </w:r>
      <w:r w:rsidR="00A61244" w:rsidRPr="00215CFD">
        <w:rPr>
          <w:rFonts w:cs="Arial"/>
          <w:b/>
        </w:rPr>
        <w:t xml:space="preserve"> </w:t>
      </w:r>
      <w:r w:rsidRPr="00215CFD">
        <w:rPr>
          <w:rFonts w:cs="Arial"/>
          <w:b/>
        </w:rPr>
        <w:t>GenTSV genannten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>Bedingungen (121°C bzw. 134°C und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>20 Minuten) vorgesehen?</w:t>
      </w:r>
    </w:p>
    <w:p w14:paraId="7F21BE88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after="120"/>
        <w:ind w:left="851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4C975148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bitte Angaben zu Temperatur, Dauer und zum Wirksamkeitsnach</w:t>
      </w:r>
      <w:r w:rsidR="00832F88" w:rsidRPr="00215CFD">
        <w:rPr>
          <w:rFonts w:cs="Arial"/>
        </w:rPr>
        <w:softHyphen/>
      </w:r>
      <w:r w:rsidRPr="00215CFD">
        <w:rPr>
          <w:rFonts w:cs="Arial"/>
        </w:rPr>
        <w:t>weis: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BA2AED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603F5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B192F1C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4031454D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lastRenderedPageBreak/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.3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Ist eine regelmäßige Überprüfung des Autoklavierverfahrens vorgesehen?</w:t>
      </w:r>
    </w:p>
    <w:p w14:paraId="3D3C65D4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11B3B19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nähere Angaben: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76F5B1C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71A0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F1F0777" w14:textId="0B2AD824" w:rsidR="00456A20" w:rsidRPr="00215CFD" w:rsidRDefault="00456A20" w:rsidP="00456A20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3.9.1</w:t>
      </w:r>
      <w:r>
        <w:rPr>
          <w:rFonts w:cs="Arial"/>
          <w:b/>
        </w:rPr>
        <w:t>.4</w:t>
      </w:r>
      <w:r w:rsidRPr="00215CFD">
        <w:rPr>
          <w:rFonts w:cs="Arial"/>
          <w:b/>
        </w:rPr>
        <w:tab/>
      </w:r>
      <w:r w:rsidRPr="00456A20">
        <w:rPr>
          <w:rFonts w:cs="Arial"/>
          <w:b/>
        </w:rPr>
        <w:t>Wird für die Entsorgung von Feststoffabfällen ein Autoklav mit fraktioniertem Vorvakuum verwendet?</w:t>
      </w:r>
    </w:p>
    <w:p w14:paraId="046E25EB" w14:textId="29DC8750" w:rsidR="00456A20" w:rsidRDefault="00456A20" w:rsidP="00456A20">
      <w:pPr>
        <w:keepNext/>
        <w:tabs>
          <w:tab w:val="right" w:pos="6946"/>
          <w:tab w:val="right" w:pos="7513"/>
          <w:tab w:val="right" w:pos="8789"/>
          <w:tab w:val="right" w:pos="9355"/>
        </w:tabs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0C3FC37C" w14:textId="77777777" w:rsidR="00456A20" w:rsidRPr="00215CFD" w:rsidRDefault="00456A20" w:rsidP="00456A20">
      <w:pPr>
        <w:keepNext/>
        <w:tabs>
          <w:tab w:val="right" w:pos="6946"/>
          <w:tab w:val="right" w:pos="7513"/>
          <w:tab w:val="right" w:pos="8789"/>
          <w:tab w:val="right" w:pos="9355"/>
        </w:tabs>
        <w:rPr>
          <w:rFonts w:cs="Arial"/>
        </w:rPr>
      </w:pPr>
    </w:p>
    <w:p w14:paraId="46071AB6" w14:textId="08BD3913" w:rsidR="00D62BFF" w:rsidRDefault="00D62BFF" w:rsidP="00D62BFF">
      <w:pPr>
        <w:spacing w:line="20" w:lineRule="exact"/>
        <w:ind w:left="851"/>
        <w:rPr>
          <w:szCs w:val="24"/>
        </w:rPr>
      </w:pPr>
    </w:p>
    <w:p w14:paraId="5E433803" w14:textId="2D15A6FB" w:rsidR="00456A20" w:rsidRDefault="00456A20" w:rsidP="00D62BFF">
      <w:pPr>
        <w:spacing w:line="20" w:lineRule="exact"/>
        <w:ind w:left="851"/>
        <w:rPr>
          <w:szCs w:val="24"/>
        </w:rPr>
      </w:pPr>
    </w:p>
    <w:p w14:paraId="32B3A51B" w14:textId="77777777" w:rsidR="00456A20" w:rsidRPr="001A224F" w:rsidRDefault="00456A20" w:rsidP="00D62BFF">
      <w:pPr>
        <w:spacing w:line="20" w:lineRule="exact"/>
        <w:ind w:left="851"/>
        <w:rPr>
          <w:szCs w:val="24"/>
        </w:rPr>
      </w:pPr>
    </w:p>
    <w:p w14:paraId="19989448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2</w:t>
      </w:r>
      <w:r w:rsidRPr="00215CFD">
        <w:rPr>
          <w:rFonts w:cs="Arial"/>
          <w:b/>
          <w:szCs w:val="24"/>
        </w:rPr>
        <w:tab/>
        <w:t>Inaktivierung durch chemische Verfahren?</w:t>
      </w:r>
      <w:r w:rsidR="00832F88" w:rsidRPr="00215CFD">
        <w:rPr>
          <w:rFonts w:cs="Arial"/>
        </w:rPr>
        <w:tab/>
        <w:t>Ja</w:t>
      </w:r>
      <w:r w:rsidR="00832F88" w:rsidRPr="00215CFD">
        <w:rPr>
          <w:rFonts w:cs="Arial"/>
        </w:rPr>
        <w:tab/>
      </w:r>
      <w:r w:rsidR="00832F88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832F88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832F88" w:rsidRPr="00215CFD">
        <w:rPr>
          <w:rFonts w:cs="Arial"/>
        </w:rPr>
        <w:fldChar w:fldCharType="end"/>
      </w:r>
      <w:r w:rsidR="00832F88" w:rsidRPr="00215CFD">
        <w:rPr>
          <w:rFonts w:cs="Arial"/>
        </w:rPr>
        <w:tab/>
        <w:t>Nein</w:t>
      </w:r>
      <w:r w:rsidR="00832F88" w:rsidRPr="00215CFD">
        <w:rPr>
          <w:rFonts w:cs="Arial"/>
        </w:rPr>
        <w:tab/>
      </w:r>
      <w:r w:rsidR="00832F88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832F88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832F88" w:rsidRPr="00215CFD">
        <w:rPr>
          <w:rFonts w:cs="Arial"/>
        </w:rPr>
        <w:fldChar w:fldCharType="end"/>
      </w:r>
    </w:p>
    <w:p w14:paraId="0D7D51AC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Angaben zum Verfahren, zum Wirksamkeitsnachweis, zur Umweltverträglichkeit und zu den Gründen, warum der Abfall nicht durch ein physikalisches Verfahren inaktiviert werden kann: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75C33AC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2D9DA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7371F27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48B31AEC" w14:textId="77777777" w:rsidR="004701B5" w:rsidRPr="00215CFD" w:rsidRDefault="004701B5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3</w:t>
      </w:r>
      <w:r w:rsidRPr="00215CFD">
        <w:rPr>
          <w:rFonts w:cs="Arial"/>
          <w:b/>
          <w:szCs w:val="24"/>
        </w:rPr>
        <w:tab/>
        <w:t>Sonstige Inaktivierungsverfahren?</w:t>
      </w:r>
      <w:r w:rsidR="004742CF" w:rsidRPr="00215CFD">
        <w:rPr>
          <w:rFonts w:cs="Arial"/>
        </w:rPr>
        <w:t xml:space="preserve"> </w:t>
      </w:r>
      <w:r w:rsidR="004742CF" w:rsidRPr="00215CFD">
        <w:rPr>
          <w:rFonts w:cs="Arial"/>
        </w:rPr>
        <w:tab/>
        <w:t>Ja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  <w:r w:rsidR="004742CF" w:rsidRPr="00215CFD">
        <w:rPr>
          <w:rFonts w:cs="Arial"/>
        </w:rPr>
        <w:tab/>
        <w:t>Nein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</w:p>
    <w:p w14:paraId="1A1C9DF6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Angaben zum Verfahren und zum Wirksamkeitsnachweis: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1E921B3E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4B21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2BD40A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3A727E84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ab/>
        <w:t>Maßnahmen zur Vermeidung des Austritts von Aerosolen in den Arbeitsbereich</w:t>
      </w:r>
    </w:p>
    <w:p w14:paraId="556C6398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>.1</w:t>
      </w:r>
      <w:r w:rsidR="004742CF" w:rsidRPr="00215CFD">
        <w:rPr>
          <w:rFonts w:cs="Arial"/>
          <w:b/>
        </w:rPr>
        <w:tab/>
      </w:r>
      <w:r w:rsidR="00A56921" w:rsidRPr="00215CFD">
        <w:rPr>
          <w:rFonts w:cs="Arial"/>
          <w:b/>
        </w:rPr>
        <w:t>Welche Maßnahmen zur Vermeidung des Austritts von Aerosolen in den Arbeitsbereich sind vorgesehen?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8A0C06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5AFA9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A014F37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6F489BC3" w14:textId="77777777" w:rsidR="004701B5" w:rsidRPr="00215CFD" w:rsidRDefault="00A56921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 w:after="120"/>
        <w:ind w:left="851" w:right="2665"/>
        <w:rPr>
          <w:rFonts w:cs="Arial"/>
        </w:rPr>
      </w:pPr>
      <w:r w:rsidRPr="0060409E">
        <w:rPr>
          <w:rFonts w:cs="Arial"/>
        </w:rPr>
        <w:lastRenderedPageBreak/>
        <w:t>Nutzung von Mikrobiologischen Sicherheitswerk</w:t>
      </w:r>
      <w:r w:rsidR="00DF345D">
        <w:rPr>
          <w:rFonts w:cs="Arial"/>
        </w:rPr>
        <w:softHyphen/>
      </w:r>
      <w:r w:rsidRPr="0060409E">
        <w:rPr>
          <w:rFonts w:cs="Arial"/>
        </w:rPr>
        <w:t>bänken (MSW)?</w:t>
      </w:r>
      <w:r w:rsidR="004701B5" w:rsidRPr="00215CFD">
        <w:rPr>
          <w:rFonts w:cs="Arial"/>
        </w:rPr>
        <w:tab/>
        <w:t>Ja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  <w:r w:rsidR="004701B5" w:rsidRPr="00215CFD">
        <w:rPr>
          <w:rFonts w:cs="Arial"/>
        </w:rPr>
        <w:tab/>
        <w:t>Nein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</w:p>
    <w:tbl>
      <w:tblPr>
        <w:tblW w:w="8505" w:type="dxa"/>
        <w:tblInd w:w="856" w:type="dxa"/>
        <w:tblCellMar>
          <w:top w:w="6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"/>
        <w:gridCol w:w="4253"/>
        <w:gridCol w:w="1417"/>
        <w:gridCol w:w="1276"/>
      </w:tblGrid>
      <w:tr w:rsidR="004742CF" w:rsidRPr="009F75C4" w14:paraId="712A7094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7D2D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Standort (Raum)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129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Hersteller / Typ-Nr.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421B" w14:textId="77777777" w:rsidR="004742CF" w:rsidRPr="009F75C4" w:rsidRDefault="004742CF" w:rsidP="009F75C4">
            <w:pPr>
              <w:keepNext/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Klasse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E23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 w:val="20"/>
              </w:rPr>
            </w:pPr>
            <w:r w:rsidRPr="009F75C4">
              <w:rPr>
                <w:rFonts w:cs="Arial"/>
                <w:sz w:val="20"/>
              </w:rPr>
              <w:t>Die MSW entspricht der Norm</w:t>
            </w:r>
          </w:p>
        </w:tc>
      </w:tr>
      <w:tr w:rsidR="004742CF" w:rsidRPr="009F75C4" w14:paraId="2EC954BA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C47F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F0CF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29A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368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553E7808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426D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4E2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0010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541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65E0B117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FBE3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591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38CA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3045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6EBA2977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9A04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836A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4C0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9BAE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1386326A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B07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B75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9D6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A08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1E48B80B" w14:textId="77777777" w:rsidR="004701B5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60409E">
        <w:rPr>
          <w:rFonts w:cs="Arial"/>
        </w:rPr>
        <w:t>Werden die MSW regelmäßig gewartet?</w:t>
      </w:r>
      <w:r w:rsidR="004742CF" w:rsidRPr="0060409E">
        <w:rPr>
          <w:rFonts w:cs="Arial"/>
        </w:rPr>
        <w:tab/>
        <w:t>Ja</w:t>
      </w:r>
      <w:r w:rsidR="004742CF" w:rsidRPr="0060409E">
        <w:rPr>
          <w:rFonts w:cs="Arial"/>
        </w:rPr>
        <w:tab/>
      </w:r>
      <w:r w:rsidR="004742CF" w:rsidRPr="0060409E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60409E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4742CF" w:rsidRPr="0060409E">
        <w:rPr>
          <w:rFonts w:cs="Arial"/>
        </w:rPr>
        <w:fldChar w:fldCharType="end"/>
      </w:r>
      <w:r w:rsidR="004742CF" w:rsidRPr="0060409E">
        <w:rPr>
          <w:rFonts w:cs="Arial"/>
        </w:rPr>
        <w:tab/>
        <w:t>Nein</w:t>
      </w:r>
      <w:r w:rsidR="004742CF" w:rsidRPr="0060409E">
        <w:rPr>
          <w:rFonts w:cs="Arial"/>
        </w:rPr>
        <w:tab/>
      </w:r>
      <w:r w:rsidR="004742CF" w:rsidRPr="0060409E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60409E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4742CF" w:rsidRPr="0060409E">
        <w:rPr>
          <w:rFonts w:cs="Arial"/>
        </w:rPr>
        <w:fldChar w:fldCharType="end"/>
      </w:r>
    </w:p>
    <w:p w14:paraId="66C945ED" w14:textId="77777777" w:rsidR="002E194D" w:rsidRPr="0060409E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528C7D52" w14:textId="77777777" w:rsidR="004701B5" w:rsidRPr="00215CFD" w:rsidRDefault="004701B5" w:rsidP="006D588B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360"/>
        <w:ind w:left="851" w:hanging="851"/>
        <w:jc w:val="left"/>
        <w:rPr>
          <w:rFonts w:cs="Arial"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>.2</w:t>
      </w:r>
      <w:r w:rsidR="004742CF" w:rsidRPr="00215CFD">
        <w:rPr>
          <w:rFonts w:cs="Arial"/>
          <w:b/>
        </w:rPr>
        <w:tab/>
      </w:r>
      <w:r w:rsidRPr="00215CFD">
        <w:rPr>
          <w:rFonts w:cs="Arial"/>
          <w:b/>
        </w:rPr>
        <w:t>Sind andere Vorrichtungen und Maßnahmen zum Schutz vor Aerosolen vorgesehen?</w:t>
      </w:r>
      <w:r w:rsidR="004742CF" w:rsidRPr="00215CFD">
        <w:rPr>
          <w:rFonts w:cs="Arial"/>
        </w:rPr>
        <w:tab/>
        <w:t>Ja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  <w:r w:rsidR="004742CF" w:rsidRPr="00215CFD">
        <w:rPr>
          <w:rFonts w:cs="Arial"/>
        </w:rPr>
        <w:tab/>
        <w:t>Nein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</w:p>
    <w:p w14:paraId="72B0A607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nähere Angaben: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2A30D4B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E4251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441D76D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7CF260FD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3.1</w:t>
      </w:r>
      <w:r w:rsidR="00220522" w:rsidRPr="00215CFD">
        <w:rPr>
          <w:rFonts w:cs="Arial"/>
          <w:b/>
        </w:rPr>
        <w:t>1</w:t>
      </w:r>
      <w:r w:rsidRPr="00215CFD">
        <w:rPr>
          <w:rFonts w:cs="Arial"/>
          <w:b/>
        </w:rPr>
        <w:tab/>
        <w:t>Sind in der gentechnischen Anlage Fermenter vorhanden?</w:t>
      </w:r>
    </w:p>
    <w:p w14:paraId="797FB56E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33602FFA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Volumen, Hersteller und Typ-Nr. angeben</w:t>
      </w:r>
      <w:r w:rsidR="004742CF" w:rsidRPr="00215CFD">
        <w:rPr>
          <w:rFonts w:cs="Arial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D7CA7F6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D5CC5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24483A1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697A633F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3.1</w:t>
      </w:r>
      <w:r w:rsidR="00220522" w:rsidRPr="00215CFD">
        <w:rPr>
          <w:rFonts w:cs="Arial"/>
          <w:b/>
        </w:rPr>
        <w:t>2</w:t>
      </w:r>
      <w:r w:rsidRPr="00215CFD">
        <w:rPr>
          <w:rFonts w:cs="Arial"/>
          <w:b/>
        </w:rPr>
        <w:tab/>
        <w:t>Sind in der gentechnischen Anlage weitere sicherheitsrelevante Einrichtungen vorhanden?</w:t>
      </w:r>
    </w:p>
    <w:p w14:paraId="173E44BA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4214B0">
        <w:rPr>
          <w:rFonts w:cs="Arial"/>
        </w:rPr>
      </w:r>
      <w:r w:rsidR="004214B0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4ADF4912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nähere Angaben (ggf. gesonderte Unterlagen beifügen):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5F85C58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30589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3FB744F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50A9DA75" w14:textId="77777777" w:rsidR="004701B5" w:rsidRPr="00215CFD" w:rsidRDefault="004701B5" w:rsidP="002E194D">
      <w:pPr>
        <w:keepNext/>
        <w:spacing w:before="480"/>
        <w:ind w:left="851" w:hanging="851"/>
        <w:rPr>
          <w:rFonts w:cs="Arial"/>
          <w:b/>
          <w:sz w:val="28"/>
        </w:rPr>
      </w:pPr>
      <w:r w:rsidRPr="00215CFD">
        <w:rPr>
          <w:rFonts w:cs="Arial"/>
          <w:b/>
          <w:sz w:val="28"/>
        </w:rPr>
        <w:t>4.</w:t>
      </w:r>
      <w:r w:rsidR="00DC3726" w:rsidRPr="00215CFD">
        <w:rPr>
          <w:rFonts w:cs="Arial"/>
          <w:b/>
          <w:sz w:val="28"/>
        </w:rPr>
        <w:tab/>
        <w:t>Vorgesehene g</w:t>
      </w:r>
      <w:r w:rsidRPr="00215CFD">
        <w:rPr>
          <w:rFonts w:cs="Arial"/>
          <w:b/>
          <w:sz w:val="28"/>
        </w:rPr>
        <w:t>entechnische Arbeiten</w:t>
      </w:r>
    </w:p>
    <w:p w14:paraId="1F2E9997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4.1</w:t>
      </w:r>
      <w:r w:rsidRPr="00215CFD">
        <w:rPr>
          <w:rFonts w:cs="Arial"/>
          <w:b/>
        </w:rPr>
        <w:tab/>
        <w:t>Titel: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41D4F250" w14:textId="77777777" w:rsidTr="009F75C4">
        <w:trPr>
          <w:trHeight w:val="737"/>
        </w:trPr>
        <w:tc>
          <w:tcPr>
            <w:tcW w:w="8504" w:type="dxa"/>
            <w:shd w:val="clear" w:color="auto" w:fill="auto"/>
          </w:tcPr>
          <w:p w14:paraId="59C6FC96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160CF84" w14:textId="77777777" w:rsidR="002E194D" w:rsidRDefault="002E194D" w:rsidP="002E194D">
      <w:pPr>
        <w:spacing w:line="20" w:lineRule="exact"/>
        <w:ind w:left="851"/>
        <w:rPr>
          <w:rFonts w:cs="Arial"/>
          <w:b/>
        </w:rPr>
      </w:pPr>
    </w:p>
    <w:p w14:paraId="1A05B660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lastRenderedPageBreak/>
        <w:t>4.2</w:t>
      </w:r>
      <w:r w:rsidRPr="00215CFD">
        <w:rPr>
          <w:rFonts w:cs="Arial"/>
          <w:b/>
        </w:rPr>
        <w:tab/>
        <w:t>Beschreibung der Art der vorgesehenen gentechnischen Arbeiten</w:t>
      </w:r>
    </w:p>
    <w:p w14:paraId="683235EC" w14:textId="77777777" w:rsidR="0009386B" w:rsidRPr="00215CFD" w:rsidRDefault="004701B5" w:rsidP="002E194D">
      <w:pPr>
        <w:keepNext/>
        <w:spacing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(Zweck und Zielsetzung, Arbeitsschritte</w:t>
      </w:r>
      <w:r w:rsidR="004C24F5" w:rsidRPr="00215CFD">
        <w:rPr>
          <w:rFonts w:cs="Arial"/>
          <w:szCs w:val="24"/>
        </w:rPr>
        <w:t>;</w:t>
      </w:r>
      <w:r w:rsidR="001F466D" w:rsidRPr="00215CFD">
        <w:rPr>
          <w:rFonts w:cs="Arial"/>
          <w:szCs w:val="24"/>
        </w:rPr>
        <w:t xml:space="preserve"> bitte</w:t>
      </w:r>
      <w:r w:rsidRPr="00215CFD">
        <w:rPr>
          <w:rFonts w:cs="Arial"/>
          <w:szCs w:val="24"/>
        </w:rPr>
        <w:t xml:space="preserve"> Fließschema</w:t>
      </w:r>
      <w:r w:rsidR="004C24F5" w:rsidRPr="00215CFD">
        <w:rPr>
          <w:rFonts w:cs="Arial"/>
          <w:szCs w:val="24"/>
        </w:rPr>
        <w:t>ta</w:t>
      </w:r>
      <w:r w:rsidRPr="00215CFD">
        <w:rPr>
          <w:rFonts w:cs="Arial"/>
          <w:szCs w:val="24"/>
        </w:rPr>
        <w:t xml:space="preserve"> beifügen</w:t>
      </w:r>
      <w:r w:rsidR="004C24F5" w:rsidRPr="00215CFD">
        <w:rPr>
          <w:rFonts w:cs="Arial"/>
          <w:szCs w:val="24"/>
        </w:rPr>
        <w:t>,</w:t>
      </w:r>
      <w:r w:rsidR="0077073B" w:rsidRPr="00215CFD">
        <w:rPr>
          <w:rFonts w:cs="Arial"/>
          <w:szCs w:val="24"/>
        </w:rPr>
        <w:t xml:space="preserve"> aus</w:t>
      </w:r>
      <w:r w:rsidR="004C24F5" w:rsidRPr="00215CFD">
        <w:rPr>
          <w:rFonts w:cs="Arial"/>
          <w:szCs w:val="24"/>
        </w:rPr>
        <w:t xml:space="preserve"> denen sich die Erzeugung der</w:t>
      </w:r>
      <w:r w:rsidR="00571455" w:rsidRPr="00215CFD">
        <w:rPr>
          <w:rFonts w:cs="Arial"/>
          <w:szCs w:val="24"/>
        </w:rPr>
        <w:t xml:space="preserve"> </w:t>
      </w:r>
      <w:r w:rsidR="004D4876" w:rsidRPr="00215CFD">
        <w:rPr>
          <w:rFonts w:cs="Arial"/>
          <w:szCs w:val="24"/>
        </w:rPr>
        <w:t>g</w:t>
      </w:r>
      <w:r w:rsidR="00571455" w:rsidRPr="00215CFD">
        <w:rPr>
          <w:rFonts w:cs="Arial"/>
          <w:szCs w:val="24"/>
        </w:rPr>
        <w:t>entechnisch veränderten Organismen</w:t>
      </w:r>
      <w:r w:rsidR="004C24F5" w:rsidRPr="00215CFD">
        <w:rPr>
          <w:rFonts w:cs="Arial"/>
          <w:szCs w:val="24"/>
        </w:rPr>
        <w:t xml:space="preserve"> </w:t>
      </w:r>
      <w:r w:rsidR="00586260" w:rsidRPr="00215CFD">
        <w:rPr>
          <w:rFonts w:cs="Arial"/>
          <w:szCs w:val="24"/>
        </w:rPr>
        <w:t xml:space="preserve">(GVO) </w:t>
      </w:r>
      <w:r w:rsidR="004C24F5" w:rsidRPr="00215CFD">
        <w:rPr>
          <w:rFonts w:cs="Arial"/>
          <w:szCs w:val="24"/>
        </w:rPr>
        <w:t>und die wesentlichen Arbeitsschritte</w:t>
      </w:r>
      <w:r w:rsidR="0009386B" w:rsidRPr="00215CFD">
        <w:rPr>
          <w:rFonts w:cs="Arial"/>
          <w:szCs w:val="24"/>
        </w:rPr>
        <w:t xml:space="preserve"> der gentechnischen Arbeit</w:t>
      </w:r>
      <w:r w:rsidR="004C24F5" w:rsidRPr="00215CFD">
        <w:rPr>
          <w:rFonts w:cs="Arial"/>
          <w:szCs w:val="24"/>
        </w:rPr>
        <w:t xml:space="preserve"> entnehmen lassen</w:t>
      </w:r>
      <w:r w:rsidR="004D63AE" w:rsidRPr="00215CFD">
        <w:rPr>
          <w:rFonts w:cs="Arial"/>
          <w:szCs w:val="24"/>
        </w:rPr>
        <w:t>.</w:t>
      </w:r>
      <w:r w:rsidRPr="00215CFD">
        <w:rPr>
          <w:rFonts w:cs="Arial"/>
          <w:szCs w:val="24"/>
        </w:rPr>
        <w:t>)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4742CF" w:rsidRPr="009F75C4" w14:paraId="12D2C93F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B8FA6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B7F259E" w14:textId="77777777" w:rsidR="002E194D" w:rsidRDefault="002E194D" w:rsidP="002E194D">
      <w:pPr>
        <w:spacing w:line="20" w:lineRule="exact"/>
        <w:ind w:left="851"/>
        <w:rPr>
          <w:rFonts w:cs="Arial"/>
          <w:b/>
        </w:rPr>
      </w:pPr>
    </w:p>
    <w:p w14:paraId="17D2ECED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4.3</w:t>
      </w:r>
      <w:r w:rsidRPr="00215CFD">
        <w:rPr>
          <w:rFonts w:cs="Arial"/>
          <w:b/>
        </w:rPr>
        <w:tab/>
        <w:t>Zusammenfassung der Risikobewertung nach § 6 Abs. 1 GenTG</w:t>
      </w:r>
    </w:p>
    <w:p w14:paraId="11D8015D" w14:textId="77777777" w:rsidR="004701B5" w:rsidRPr="00215CFD" w:rsidRDefault="00571455" w:rsidP="002E194D">
      <w:pPr>
        <w:keepNext/>
        <w:spacing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Spenderorganismen</w:t>
      </w:r>
      <w:r w:rsidR="00030F14" w:rsidRPr="00215CFD">
        <w:rPr>
          <w:rFonts w:cs="Arial"/>
          <w:szCs w:val="24"/>
        </w:rPr>
        <w:t xml:space="preserve"> </w:t>
      </w:r>
      <w:r w:rsidR="004701B5" w:rsidRPr="00215CFD">
        <w:rPr>
          <w:rFonts w:cs="Arial"/>
          <w:szCs w:val="24"/>
        </w:rPr>
        <w:t>(</w:t>
      </w:r>
      <w:r w:rsidRPr="00215CFD">
        <w:rPr>
          <w:rFonts w:cs="Arial"/>
          <w:szCs w:val="24"/>
        </w:rPr>
        <w:t xml:space="preserve">einschließlich </w:t>
      </w:r>
      <w:r w:rsidR="004701B5" w:rsidRPr="00215CFD">
        <w:rPr>
          <w:rFonts w:cs="Arial"/>
          <w:szCs w:val="24"/>
        </w:rPr>
        <w:t>Beschreibung</w:t>
      </w:r>
      <w:r w:rsidRPr="00215CFD">
        <w:rPr>
          <w:rFonts w:cs="Arial"/>
          <w:szCs w:val="24"/>
        </w:rPr>
        <w:t xml:space="preserve"> der überführten Nuklein</w:t>
      </w:r>
      <w:r w:rsidR="009871B6" w:rsidRPr="00215CFD">
        <w:rPr>
          <w:rFonts w:cs="Arial"/>
          <w:szCs w:val="24"/>
        </w:rPr>
        <w:softHyphen/>
      </w:r>
      <w:r w:rsidRPr="00215CFD">
        <w:rPr>
          <w:rFonts w:cs="Arial"/>
          <w:szCs w:val="24"/>
        </w:rPr>
        <w:t>säuren</w:t>
      </w:r>
      <w:r w:rsidR="004701B5" w:rsidRPr="00215CFD">
        <w:rPr>
          <w:rFonts w:cs="Arial"/>
          <w:szCs w:val="24"/>
        </w:rPr>
        <w:t>, z.</w:t>
      </w:r>
      <w:r w:rsidR="0060409E">
        <w:rPr>
          <w:rFonts w:cs="Arial"/>
          <w:szCs w:val="24"/>
        </w:rPr>
        <w:t> </w:t>
      </w:r>
      <w:r w:rsidR="004701B5" w:rsidRPr="00215CFD">
        <w:rPr>
          <w:rFonts w:cs="Arial"/>
          <w:szCs w:val="24"/>
        </w:rPr>
        <w:t>B. Nennung der Genbezeichnungen, der PCR-Produkte, der shRNA und aus welchen Spendern diese Sequenzen stammen bzw. abgeleitet sind)</w:t>
      </w:r>
      <w:r w:rsidR="004C24F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237F6E2D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90848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6AB27AC7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5C1D1A9A" w14:textId="77777777" w:rsidR="004701B5" w:rsidRPr="00215CFD" w:rsidRDefault="004701B5" w:rsidP="002E194D">
      <w:pPr>
        <w:keepNext/>
        <w:spacing w:before="36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Vektoren</w:t>
      </w:r>
      <w:r w:rsidR="00030F14" w:rsidRPr="00215CFD">
        <w:rPr>
          <w:rFonts w:cs="Arial"/>
          <w:szCs w:val="24"/>
        </w:rPr>
        <w:t xml:space="preserve"> </w:t>
      </w:r>
      <w:r w:rsidRPr="00215CFD">
        <w:rPr>
          <w:rFonts w:cs="Arial"/>
          <w:szCs w:val="24"/>
        </w:rPr>
        <w:t>(</w:t>
      </w:r>
      <w:r w:rsidR="004C24F5" w:rsidRPr="00215CFD">
        <w:rPr>
          <w:rFonts w:cs="Arial"/>
          <w:szCs w:val="24"/>
        </w:rPr>
        <w:t>p</w:t>
      </w:r>
      <w:r w:rsidRPr="00215CFD">
        <w:rPr>
          <w:rFonts w:cs="Arial"/>
          <w:szCs w:val="24"/>
        </w:rPr>
        <w:t xml:space="preserve">räzise Bezeichnung der Ausgangsvektoren. Wenn </w:t>
      </w:r>
      <w:r w:rsidR="004C24F5" w:rsidRPr="00215CFD">
        <w:rPr>
          <w:rFonts w:cs="Arial"/>
          <w:szCs w:val="24"/>
        </w:rPr>
        <w:t>diese</w:t>
      </w:r>
      <w:r w:rsidRPr="00215CFD">
        <w:rPr>
          <w:rFonts w:cs="Arial"/>
          <w:szCs w:val="24"/>
        </w:rPr>
        <w:t xml:space="preserve"> nicht in der Liste der</w:t>
      </w:r>
      <w:r w:rsidR="00C67CF8" w:rsidRPr="00215CFD">
        <w:rPr>
          <w:rFonts w:cs="Arial"/>
          <w:szCs w:val="24"/>
        </w:rPr>
        <w:t xml:space="preserve"> Geschäftsstelle der</w:t>
      </w:r>
      <w:r w:rsidRPr="00215CFD">
        <w:rPr>
          <w:rFonts w:cs="Arial"/>
          <w:szCs w:val="24"/>
        </w:rPr>
        <w:t xml:space="preserve"> ZKBS aufgeführt sind, dann bitte Plasmidkarte und Beschreibung beifügen)</w:t>
      </w:r>
      <w:r w:rsidR="004C24F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61A5E06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27EE1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C95CF51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5A3F26AC" w14:textId="77777777" w:rsidR="004701B5" w:rsidRPr="00215CFD" w:rsidRDefault="004701B5" w:rsidP="002E194D">
      <w:pPr>
        <w:keepNext/>
        <w:spacing w:before="24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lastRenderedPageBreak/>
        <w:t>Empfänger</w:t>
      </w:r>
      <w:r w:rsidR="00571455" w:rsidRPr="00215CFD">
        <w:rPr>
          <w:rFonts w:cs="Arial"/>
          <w:szCs w:val="24"/>
        </w:rPr>
        <w:t>organismen</w:t>
      </w:r>
      <w:r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B9AB443" w14:textId="77777777" w:rsidTr="009F75C4">
        <w:trPr>
          <w:trHeight w:val="283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B82EE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490232F9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746A62FB" w14:textId="77777777" w:rsidR="004701B5" w:rsidRPr="00215CFD" w:rsidRDefault="00030F14" w:rsidP="002E194D">
      <w:pPr>
        <w:keepNext/>
        <w:spacing w:before="24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GVO</w:t>
      </w:r>
      <w:r w:rsidR="004701B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C29EB45" w14:textId="77777777" w:rsidTr="009F75C4">
        <w:trPr>
          <w:trHeight w:val="283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41FEF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F336892" w14:textId="77777777" w:rsidR="002E194D" w:rsidRPr="002E194D" w:rsidRDefault="002E194D" w:rsidP="002E194D">
      <w:pPr>
        <w:spacing w:line="20" w:lineRule="exact"/>
        <w:ind w:left="851"/>
        <w:rPr>
          <w:rFonts w:cs="Arial"/>
        </w:rPr>
      </w:pPr>
    </w:p>
    <w:p w14:paraId="323F6CDA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4.4</w:t>
      </w:r>
      <w:r w:rsidRPr="00215CFD">
        <w:rPr>
          <w:rFonts w:cs="Arial"/>
          <w:b/>
        </w:rPr>
        <w:tab/>
        <w:t>Regelmäßige Überprüfung der Identität und Reinheit der benutzten Organismen</w:t>
      </w:r>
    </w:p>
    <w:p w14:paraId="463FA96F" w14:textId="77777777" w:rsidR="004701B5" w:rsidRPr="00215CFD" w:rsidRDefault="004701B5" w:rsidP="002E194D">
      <w:pPr>
        <w:keepNext/>
        <w:spacing w:after="120"/>
        <w:ind w:left="851"/>
        <w:rPr>
          <w:rFonts w:cs="Arial"/>
        </w:rPr>
      </w:pPr>
      <w:r w:rsidRPr="00215CFD">
        <w:rPr>
          <w:rFonts w:cs="Arial"/>
        </w:rPr>
        <w:t>Angewendete Methoden: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1179766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3D0AF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BBF58E7" w14:textId="77777777" w:rsidR="0060409E" w:rsidRPr="001A224F" w:rsidRDefault="0060409E" w:rsidP="00E528E3">
      <w:pPr>
        <w:spacing w:after="480" w:line="20" w:lineRule="exact"/>
        <w:ind w:left="851"/>
        <w:rPr>
          <w:szCs w:val="24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843"/>
        <w:gridCol w:w="2693"/>
        <w:gridCol w:w="2552"/>
        <w:gridCol w:w="2410"/>
      </w:tblGrid>
      <w:tr w:rsidR="004214B0" w14:paraId="56E7A5B8" w14:textId="77777777" w:rsidTr="00545D4F">
        <w:trPr>
          <w:cantSplit/>
          <w:trHeight w:val="567"/>
        </w:trPr>
        <w:tc>
          <w:tcPr>
            <w:tcW w:w="95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97698" w14:textId="77777777" w:rsidR="004214B0" w:rsidRDefault="004214B0" w:rsidP="00545D4F">
            <w:pPr>
              <w:keepNext/>
            </w:pPr>
            <w:r>
              <w:lastRenderedPageBreak/>
              <w:t>Mit dieser Unterschrift bestätige ich die Richtigkeit meiner Angaben</w:t>
            </w:r>
          </w:p>
        </w:tc>
      </w:tr>
      <w:tr w:rsidR="004214B0" w14:paraId="6C4C75B0" w14:textId="77777777" w:rsidTr="00545D4F">
        <w:trPr>
          <w:gridBefore w:val="1"/>
          <w:wBefore w:w="70" w:type="dxa"/>
          <w:cantSplit/>
          <w:trHeight w:val="567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FCD7164" w14:textId="77777777" w:rsidR="004214B0" w:rsidRDefault="004214B0" w:rsidP="00545D4F">
            <w:pPr>
              <w:keepNext/>
              <w:ind w:firstLine="425"/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783D23B" w14:textId="77777777" w:rsidR="004214B0" w:rsidRDefault="004214B0" w:rsidP="00545D4F">
            <w:pPr>
              <w:keepNext/>
              <w:jc w:val="left"/>
            </w:pPr>
            <w:r>
              <w:t>Name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77251784" w14:textId="77777777" w:rsidR="004214B0" w:rsidRDefault="004214B0" w:rsidP="00545D4F">
            <w:pPr>
              <w:keepNext/>
              <w:jc w:val="left"/>
            </w:pPr>
            <w:r>
              <w:t>Ort, Datum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5042D58" w14:textId="77777777" w:rsidR="004214B0" w:rsidRDefault="004214B0" w:rsidP="00545D4F">
            <w:pPr>
              <w:keepNext/>
            </w:pPr>
            <w:r>
              <w:t>Unterschrift</w:t>
            </w:r>
          </w:p>
        </w:tc>
      </w:tr>
      <w:tr w:rsidR="004214B0" w14:paraId="3B97EF78" w14:textId="77777777" w:rsidTr="00545D4F">
        <w:trPr>
          <w:gridBefore w:val="1"/>
          <w:wBefore w:w="70" w:type="dxa"/>
          <w:cantSplit/>
          <w:trHeight w:val="1134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C4BD048" w14:textId="77777777" w:rsidR="004214B0" w:rsidRDefault="004214B0" w:rsidP="00545D4F">
            <w:pPr>
              <w:keepNext/>
              <w:jc w:val="left"/>
              <w:rPr>
                <w:strike/>
              </w:rPr>
            </w:pPr>
            <w:r>
              <w:t>Betreiber bzw. gesetzliche/r Vertreter des Betreibers</w:t>
            </w:r>
            <w:r w:rsidRPr="00CE013E">
              <w:rPr>
                <w:vertAlign w:val="superscript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3823100" w14:textId="77777777" w:rsidR="004214B0" w:rsidRDefault="004214B0" w:rsidP="00545D4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49E947C" w14:textId="77777777" w:rsidR="004214B0" w:rsidRDefault="004214B0" w:rsidP="00545D4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2B31776" w14:textId="77777777" w:rsidR="004214B0" w:rsidRDefault="004214B0" w:rsidP="00545D4F">
            <w:pPr>
              <w:keepNext/>
            </w:pPr>
          </w:p>
        </w:tc>
      </w:tr>
      <w:tr w:rsidR="004214B0" w14:paraId="7CC7C32D" w14:textId="77777777" w:rsidTr="00545D4F">
        <w:trPr>
          <w:gridBefore w:val="1"/>
          <w:wBefore w:w="70" w:type="dxa"/>
          <w:cantSplit/>
          <w:trHeight w:val="567"/>
        </w:trPr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4ECAB41F" w14:textId="77777777" w:rsidR="004214B0" w:rsidRDefault="004214B0" w:rsidP="00545D4F">
            <w:pPr>
              <w:keepNext/>
            </w:pPr>
          </w:p>
          <w:p w14:paraId="516CE7D2" w14:textId="77777777" w:rsidR="004214B0" w:rsidRDefault="004214B0" w:rsidP="00545D4F">
            <w:pPr>
              <w:keepNext/>
            </w:pPr>
          </w:p>
          <w:p w14:paraId="5A0645F8" w14:textId="77777777" w:rsidR="004214B0" w:rsidRDefault="004214B0" w:rsidP="00545D4F">
            <w:pPr>
              <w:keepNext/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3DB71D66" w14:textId="77777777" w:rsidR="004214B0" w:rsidRDefault="004214B0" w:rsidP="00545D4F">
            <w:pPr>
              <w:keepNext/>
              <w:jc w:val="left"/>
            </w:pPr>
          </w:p>
        </w:tc>
        <w:tc>
          <w:tcPr>
            <w:tcW w:w="2552" w:type="dxa"/>
            <w:tcBorders>
              <w:left w:val="nil"/>
              <w:right w:val="nil"/>
            </w:tcBorders>
            <w:vAlign w:val="center"/>
          </w:tcPr>
          <w:p w14:paraId="34EFB7E2" w14:textId="77777777" w:rsidR="004214B0" w:rsidRDefault="004214B0" w:rsidP="00545D4F">
            <w:pPr>
              <w:keepNext/>
              <w:jc w:val="left"/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6B6E2D2B" w14:textId="77777777" w:rsidR="004214B0" w:rsidRDefault="004214B0" w:rsidP="00545D4F">
            <w:pPr>
              <w:keepNext/>
            </w:pPr>
          </w:p>
        </w:tc>
      </w:tr>
      <w:tr w:rsidR="004214B0" w14:paraId="3ADE2D76" w14:textId="77777777" w:rsidTr="00545D4F">
        <w:trPr>
          <w:gridBefore w:val="1"/>
          <w:wBefore w:w="70" w:type="dxa"/>
          <w:cantSplit/>
          <w:trHeight w:val="567"/>
        </w:trPr>
        <w:tc>
          <w:tcPr>
            <w:tcW w:w="1843" w:type="dxa"/>
            <w:vAlign w:val="center"/>
          </w:tcPr>
          <w:p w14:paraId="16979F98" w14:textId="77777777" w:rsidR="004214B0" w:rsidRDefault="004214B0" w:rsidP="00545D4F">
            <w:pPr>
              <w:keepNext/>
            </w:pPr>
            <w:r>
              <w:t>Projektleiter/in</w:t>
            </w:r>
            <w:r w:rsidRPr="00CE013E">
              <w:rPr>
                <w:vertAlign w:val="superscript"/>
              </w:rPr>
              <w:t>2</w:t>
            </w:r>
          </w:p>
        </w:tc>
        <w:tc>
          <w:tcPr>
            <w:tcW w:w="2693" w:type="dxa"/>
            <w:vAlign w:val="center"/>
          </w:tcPr>
          <w:p w14:paraId="51D242A4" w14:textId="77777777" w:rsidR="004214B0" w:rsidRDefault="004214B0" w:rsidP="00545D4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0A535ECE" w14:textId="77777777" w:rsidR="004214B0" w:rsidRDefault="004214B0" w:rsidP="00545D4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3B68B46A" w14:textId="77777777" w:rsidR="004214B0" w:rsidRDefault="004214B0" w:rsidP="00545D4F">
            <w:pPr>
              <w:keepNext/>
            </w:pPr>
          </w:p>
        </w:tc>
      </w:tr>
      <w:tr w:rsidR="004214B0" w14:paraId="10270008" w14:textId="77777777" w:rsidTr="00545D4F">
        <w:trPr>
          <w:gridBefore w:val="1"/>
          <w:wBefore w:w="70" w:type="dxa"/>
          <w:cantSplit/>
          <w:trHeight w:val="567"/>
        </w:trPr>
        <w:tc>
          <w:tcPr>
            <w:tcW w:w="1843" w:type="dxa"/>
            <w:vAlign w:val="center"/>
          </w:tcPr>
          <w:p w14:paraId="7882D15E" w14:textId="77777777" w:rsidR="004214B0" w:rsidRDefault="004214B0" w:rsidP="00545D4F">
            <w:pPr>
              <w:keepNext/>
            </w:pPr>
            <w:r>
              <w:t>BBS</w:t>
            </w:r>
            <w:r w:rsidRPr="00CE013E">
              <w:rPr>
                <w:vertAlign w:val="superscript"/>
              </w:rPr>
              <w:t>2</w:t>
            </w:r>
          </w:p>
        </w:tc>
        <w:tc>
          <w:tcPr>
            <w:tcW w:w="2693" w:type="dxa"/>
            <w:vAlign w:val="center"/>
          </w:tcPr>
          <w:p w14:paraId="4DA70A9E" w14:textId="77777777" w:rsidR="004214B0" w:rsidRDefault="004214B0" w:rsidP="00545D4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1C4F38D3" w14:textId="77777777" w:rsidR="004214B0" w:rsidRDefault="004214B0" w:rsidP="00545D4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2643BFEF" w14:textId="77777777" w:rsidR="004214B0" w:rsidRDefault="004214B0" w:rsidP="00545D4F">
            <w:pPr>
              <w:keepNext/>
            </w:pPr>
          </w:p>
        </w:tc>
      </w:tr>
      <w:tr w:rsidR="004214B0" w14:paraId="7A6AA227" w14:textId="77777777" w:rsidTr="00545D4F">
        <w:trPr>
          <w:gridBefore w:val="1"/>
          <w:wBefore w:w="70" w:type="dxa"/>
          <w:cantSplit/>
          <w:trHeight w:val="567"/>
        </w:trPr>
        <w:tc>
          <w:tcPr>
            <w:tcW w:w="1843" w:type="dxa"/>
            <w:vAlign w:val="center"/>
          </w:tcPr>
          <w:p w14:paraId="4338DBF8" w14:textId="77777777" w:rsidR="004214B0" w:rsidRDefault="004214B0" w:rsidP="00545D4F">
            <w:pPr>
              <w:keepNext/>
            </w:pPr>
            <w:r>
              <w:t>weitere Projekt</w:t>
            </w:r>
            <w:r>
              <w:softHyphen/>
              <w:t>leiter/innen</w:t>
            </w:r>
            <w:r w:rsidRPr="00CE013E">
              <w:rPr>
                <w:vertAlign w:val="superscript"/>
              </w:rPr>
              <w:t>2</w:t>
            </w:r>
          </w:p>
        </w:tc>
        <w:tc>
          <w:tcPr>
            <w:tcW w:w="2693" w:type="dxa"/>
            <w:vAlign w:val="center"/>
          </w:tcPr>
          <w:p w14:paraId="775B813F" w14:textId="77777777" w:rsidR="004214B0" w:rsidRDefault="004214B0" w:rsidP="00545D4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0C7A4B05" w14:textId="77777777" w:rsidR="004214B0" w:rsidRDefault="004214B0" w:rsidP="00545D4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4A9CBF7B" w14:textId="77777777" w:rsidR="004214B0" w:rsidRDefault="004214B0" w:rsidP="00545D4F">
            <w:pPr>
              <w:keepNext/>
            </w:pPr>
          </w:p>
        </w:tc>
      </w:tr>
    </w:tbl>
    <w:p w14:paraId="67DBB584" w14:textId="77777777" w:rsidR="004214B0" w:rsidRDefault="004214B0" w:rsidP="004214B0">
      <w:pPr>
        <w:keepNext/>
        <w:tabs>
          <w:tab w:val="left" w:pos="709"/>
        </w:tabs>
        <w:spacing w:line="20" w:lineRule="exact"/>
      </w:pPr>
    </w:p>
    <w:p w14:paraId="72CF72D3" w14:textId="77777777" w:rsidR="004214B0" w:rsidRDefault="004214B0" w:rsidP="004214B0">
      <w:pPr>
        <w:keepNext/>
        <w:spacing w:before="240"/>
        <w:jc w:val="left"/>
      </w:pPr>
      <w:r w:rsidRPr="00CE013E">
        <w:rPr>
          <w:vertAlign w:val="superscript"/>
        </w:rPr>
        <w:t xml:space="preserve">1 </w:t>
      </w:r>
      <w:r>
        <w:t>Rechtsverbindliche Unterschrift des Betreibers</w:t>
      </w:r>
    </w:p>
    <w:p w14:paraId="1B74FBBF" w14:textId="77777777" w:rsidR="004214B0" w:rsidRPr="00CE013E" w:rsidRDefault="004214B0" w:rsidP="004214B0">
      <w:pPr>
        <w:keepNext/>
        <w:spacing w:before="240"/>
        <w:jc w:val="left"/>
      </w:pPr>
      <w:r w:rsidRPr="00CE013E">
        <w:rPr>
          <w:vertAlign w:val="superscript"/>
        </w:rPr>
        <w:t>2</w:t>
      </w:r>
      <w:r>
        <w:t xml:space="preserve"> Optionale, gesetzlich nicht vorgegebene Unterschriften der gentechnikrechtlich </w:t>
      </w:r>
      <w:proofErr w:type="spellStart"/>
      <w:r>
        <w:t>verant</w:t>
      </w:r>
      <w:proofErr w:type="spellEnd"/>
      <w:r>
        <w:t>-</w:t>
      </w:r>
      <w:r>
        <w:br/>
        <w:t xml:space="preserve">   </w:t>
      </w:r>
      <w:proofErr w:type="spellStart"/>
      <w:r>
        <w:t>worlichen</w:t>
      </w:r>
      <w:proofErr w:type="spellEnd"/>
      <w:r>
        <w:t xml:space="preserve"> Personen</w:t>
      </w:r>
    </w:p>
    <w:p w14:paraId="0A74B158" w14:textId="77777777" w:rsidR="00CD39DF" w:rsidRPr="00215CFD" w:rsidRDefault="00CD39DF" w:rsidP="002E194D">
      <w:pPr>
        <w:keepNext/>
        <w:spacing w:line="20" w:lineRule="exact"/>
        <w:rPr>
          <w:rFonts w:cs="Arial"/>
        </w:rPr>
      </w:pPr>
    </w:p>
    <w:p w14:paraId="24B3EFA8" w14:textId="77777777" w:rsidR="004214B0" w:rsidRDefault="004214B0" w:rsidP="002E194D">
      <w:pPr>
        <w:keepNext/>
        <w:spacing w:before="120"/>
        <w:rPr>
          <w:rFonts w:cs="Arial"/>
          <w:b/>
        </w:rPr>
      </w:pPr>
    </w:p>
    <w:p w14:paraId="39C43038" w14:textId="74601288" w:rsidR="00571455" w:rsidRPr="00215CFD" w:rsidRDefault="00571455" w:rsidP="002E194D">
      <w:pPr>
        <w:keepNext/>
        <w:spacing w:before="120"/>
        <w:rPr>
          <w:rFonts w:cs="Arial"/>
        </w:rPr>
      </w:pPr>
      <w:bookmarkStart w:id="0" w:name="_GoBack"/>
      <w:bookmarkEnd w:id="0"/>
      <w:r w:rsidRPr="00215CFD">
        <w:rPr>
          <w:rFonts w:cs="Arial"/>
          <w:b/>
        </w:rPr>
        <w:t>Der Anzeige ist ein Verzeichnis aller ausgefüllten Formblätter und sonstiger Unterlagen beizufügen.</w:t>
      </w:r>
    </w:p>
    <w:sectPr w:rsidR="00571455" w:rsidRPr="00215CF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3" w:bottom="1134" w:left="1418" w:header="720" w:footer="3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C4E23" w14:textId="77777777" w:rsidR="00456A20" w:rsidRDefault="00456A20">
      <w:r>
        <w:separator/>
      </w:r>
    </w:p>
  </w:endnote>
  <w:endnote w:type="continuationSeparator" w:id="0">
    <w:p w14:paraId="1D0D1AB3" w14:textId="77777777" w:rsidR="00456A20" w:rsidRDefault="0045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Fett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E2F40" w14:textId="11252FFA" w:rsidR="00456A20" w:rsidRDefault="00456A20" w:rsidP="004A4AF6">
    <w:pPr>
      <w:pStyle w:val="Fuzeile"/>
      <w:tabs>
        <w:tab w:val="left" w:pos="1701"/>
        <w:tab w:val="right" w:pos="9498"/>
      </w:tabs>
    </w:pPr>
    <w:r>
      <w:rPr>
        <w:b/>
      </w:rPr>
      <w:t>S</w:t>
    </w:r>
    <w:r w:rsidR="001F21D6">
      <w:rPr>
        <w:b/>
      </w:rPr>
      <w:t>tand: 0</w:t>
    </w:r>
    <w:r w:rsidR="004214B0">
      <w:rPr>
        <w:b/>
      </w:rPr>
      <w:t>1</w:t>
    </w:r>
    <w:r>
      <w:rPr>
        <w:b/>
      </w:rPr>
      <w:t>/202</w:t>
    </w:r>
    <w:r w:rsidR="004214B0">
      <w:rPr>
        <w:b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C9F9A" w14:textId="4AFC84AD" w:rsidR="00456A20" w:rsidRDefault="00456A20" w:rsidP="002E194D">
    <w:pPr>
      <w:pStyle w:val="Fuzeile"/>
      <w:tabs>
        <w:tab w:val="left" w:pos="1701"/>
        <w:tab w:val="right" w:pos="9498"/>
      </w:tabs>
    </w:pPr>
    <w:r>
      <w:rPr>
        <w:b/>
      </w:rPr>
      <w:t>S</w:t>
    </w:r>
    <w:r w:rsidR="00EB02CF">
      <w:rPr>
        <w:b/>
      </w:rPr>
      <w:t>tand: 0</w:t>
    </w:r>
    <w:r w:rsidR="004214B0">
      <w:rPr>
        <w:b/>
      </w:rPr>
      <w:t>1</w:t>
    </w:r>
    <w:r>
      <w:rPr>
        <w:b/>
      </w:rPr>
      <w:t>/202</w:t>
    </w:r>
    <w:r w:rsidR="004214B0">
      <w:rPr>
        <w:b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C4D37" w14:textId="77777777" w:rsidR="00456A20" w:rsidRDefault="00456A20">
      <w:r>
        <w:separator/>
      </w:r>
    </w:p>
  </w:footnote>
  <w:footnote w:type="continuationSeparator" w:id="0">
    <w:p w14:paraId="71D9BDD2" w14:textId="77777777" w:rsidR="00456A20" w:rsidRDefault="00456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4249D" w14:textId="30BC0259" w:rsidR="00456A20" w:rsidRPr="00CB3C64" w:rsidRDefault="00456A20" w:rsidP="002E194D">
    <w:pPr>
      <w:pStyle w:val="Kopfzeile"/>
      <w:tabs>
        <w:tab w:val="clear" w:pos="9071"/>
        <w:tab w:val="right" w:pos="9356"/>
      </w:tabs>
      <w:rPr>
        <w:szCs w:val="24"/>
      </w:rPr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4214B0">
      <w:rPr>
        <w:noProof/>
      </w:rPr>
      <w:t>12</w:t>
    </w:r>
    <w:r>
      <w:fldChar w:fldCharType="end"/>
    </w:r>
    <w:r>
      <w:t xml:space="preserve"> -</w:t>
    </w:r>
    <w:r>
      <w:tab/>
    </w:r>
    <w:r w:rsidRPr="00CB3C64">
      <w:rPr>
        <w:b/>
        <w:szCs w:val="24"/>
        <w:u w:val="single"/>
      </w:rPr>
      <w:t>Formblatt AZ-S1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977D3" w14:textId="77777777" w:rsidR="00456A20" w:rsidRPr="00CB3C64" w:rsidRDefault="00456A20" w:rsidP="002E194D">
    <w:pPr>
      <w:pStyle w:val="Kopfzeile"/>
      <w:tabs>
        <w:tab w:val="clear" w:pos="4819"/>
        <w:tab w:val="clear" w:pos="9071"/>
      </w:tabs>
      <w:jc w:val="right"/>
      <w:rPr>
        <w:rFonts w:ascii="Arial Fett" w:hAnsi="Arial Fett"/>
        <w:szCs w:val="24"/>
      </w:rPr>
    </w:pPr>
    <w:r w:rsidRPr="00CB3C64">
      <w:rPr>
        <w:rFonts w:ascii="Arial Fett" w:hAnsi="Arial Fett"/>
        <w:b/>
        <w:szCs w:val="24"/>
        <w:u w:val="single"/>
      </w:rPr>
      <w:t>Formblatt AZ-S1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02E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5279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9AFB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A016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4A91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94AA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0C00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68C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865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900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E20243"/>
    <w:multiLevelType w:val="singleLevel"/>
    <w:tmpl w:val="6FC2BE0C"/>
    <w:lvl w:ilvl="0">
      <w:start w:val="1"/>
      <w:numFmt w:val="lowerLetter"/>
      <w:pStyle w:val="Alph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D3058B"/>
    <w:multiLevelType w:val="multilevel"/>
    <w:tmpl w:val="06FC55B2"/>
    <w:lvl w:ilvl="0">
      <w:start w:val="1"/>
      <w:numFmt w:val="decimal"/>
      <w:pStyle w:val="Gliederung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134" w:hanging="1134"/>
      </w:pPr>
    </w:lvl>
  </w:abstractNum>
  <w:abstractNum w:abstractNumId="12" w15:restartNumberingAfterBreak="0">
    <w:nsid w:val="408E4F3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7840554"/>
    <w:multiLevelType w:val="singleLevel"/>
    <w:tmpl w:val="66A4F694"/>
    <w:lvl w:ilvl="0">
      <w:start w:val="1"/>
      <w:numFmt w:val="bullet"/>
      <w:pStyle w:val="Spiegelstrich"/>
      <w:lvlText w:val="-"/>
      <w:lvlJc w:val="left"/>
      <w:pPr>
        <w:tabs>
          <w:tab w:val="num" w:pos="1066"/>
        </w:tabs>
        <w:ind w:left="1066" w:hanging="709"/>
      </w:pPr>
      <w:rPr>
        <w:sz w:val="16"/>
      </w:rPr>
    </w:lvl>
  </w:abstractNum>
  <w:abstractNum w:abstractNumId="14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activeWritingStyle w:appName="MSWord" w:lang="de-DE" w:vendorID="64" w:dllVersion="131078" w:nlCheck="1" w:checkStyle="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1"/>
    <w:rsid w:val="00021AC6"/>
    <w:rsid w:val="00030F14"/>
    <w:rsid w:val="0009386B"/>
    <w:rsid w:val="000F1FA1"/>
    <w:rsid w:val="00144D2D"/>
    <w:rsid w:val="00154B66"/>
    <w:rsid w:val="001630FD"/>
    <w:rsid w:val="0018654C"/>
    <w:rsid w:val="001B765C"/>
    <w:rsid w:val="001D15AD"/>
    <w:rsid w:val="001F21D6"/>
    <w:rsid w:val="001F466D"/>
    <w:rsid w:val="00215CFD"/>
    <w:rsid w:val="00220522"/>
    <w:rsid w:val="00235050"/>
    <w:rsid w:val="002538E4"/>
    <w:rsid w:val="00283AC7"/>
    <w:rsid w:val="00295B11"/>
    <w:rsid w:val="002B2162"/>
    <w:rsid w:val="002B7C91"/>
    <w:rsid w:val="002C3F64"/>
    <w:rsid w:val="002E194D"/>
    <w:rsid w:val="00316E32"/>
    <w:rsid w:val="00321B73"/>
    <w:rsid w:val="0036388C"/>
    <w:rsid w:val="003B4AFF"/>
    <w:rsid w:val="003F4697"/>
    <w:rsid w:val="004214B0"/>
    <w:rsid w:val="00425FA1"/>
    <w:rsid w:val="004412B5"/>
    <w:rsid w:val="00455AEB"/>
    <w:rsid w:val="00456A20"/>
    <w:rsid w:val="00461DFA"/>
    <w:rsid w:val="004626DD"/>
    <w:rsid w:val="0046706E"/>
    <w:rsid w:val="004701B5"/>
    <w:rsid w:val="004712A0"/>
    <w:rsid w:val="00472DBF"/>
    <w:rsid w:val="004742CF"/>
    <w:rsid w:val="004A4AF6"/>
    <w:rsid w:val="004C0209"/>
    <w:rsid w:val="004C24F5"/>
    <w:rsid w:val="004D4876"/>
    <w:rsid w:val="004D63AE"/>
    <w:rsid w:val="004F0D2D"/>
    <w:rsid w:val="004F4E04"/>
    <w:rsid w:val="005473E9"/>
    <w:rsid w:val="00562459"/>
    <w:rsid w:val="00571455"/>
    <w:rsid w:val="00586260"/>
    <w:rsid w:val="005C1038"/>
    <w:rsid w:val="005C6035"/>
    <w:rsid w:val="005E6FAC"/>
    <w:rsid w:val="0060409E"/>
    <w:rsid w:val="00643576"/>
    <w:rsid w:val="00647B2B"/>
    <w:rsid w:val="006651EF"/>
    <w:rsid w:val="00683BE8"/>
    <w:rsid w:val="00692CB2"/>
    <w:rsid w:val="006948D0"/>
    <w:rsid w:val="006B250F"/>
    <w:rsid w:val="006D588B"/>
    <w:rsid w:val="00702515"/>
    <w:rsid w:val="00742703"/>
    <w:rsid w:val="0076104E"/>
    <w:rsid w:val="0077073B"/>
    <w:rsid w:val="007A3DF7"/>
    <w:rsid w:val="007C3A52"/>
    <w:rsid w:val="007D51D4"/>
    <w:rsid w:val="007E5E0B"/>
    <w:rsid w:val="007F651D"/>
    <w:rsid w:val="008211BF"/>
    <w:rsid w:val="008300A2"/>
    <w:rsid w:val="00832F88"/>
    <w:rsid w:val="008400B1"/>
    <w:rsid w:val="008514B0"/>
    <w:rsid w:val="00860CBE"/>
    <w:rsid w:val="008904D0"/>
    <w:rsid w:val="00893768"/>
    <w:rsid w:val="008E05CD"/>
    <w:rsid w:val="00910169"/>
    <w:rsid w:val="00920202"/>
    <w:rsid w:val="00921886"/>
    <w:rsid w:val="00926D2A"/>
    <w:rsid w:val="00952E4B"/>
    <w:rsid w:val="009555EF"/>
    <w:rsid w:val="00967BAB"/>
    <w:rsid w:val="00970544"/>
    <w:rsid w:val="00971FC7"/>
    <w:rsid w:val="009871B6"/>
    <w:rsid w:val="009B0726"/>
    <w:rsid w:val="009C4A8B"/>
    <w:rsid w:val="009D0E88"/>
    <w:rsid w:val="009F75C4"/>
    <w:rsid w:val="00A15BB5"/>
    <w:rsid w:val="00A5136D"/>
    <w:rsid w:val="00A56921"/>
    <w:rsid w:val="00A61244"/>
    <w:rsid w:val="00A77847"/>
    <w:rsid w:val="00A77A17"/>
    <w:rsid w:val="00A91A3E"/>
    <w:rsid w:val="00AD2D2C"/>
    <w:rsid w:val="00B05470"/>
    <w:rsid w:val="00B56AFB"/>
    <w:rsid w:val="00B676B7"/>
    <w:rsid w:val="00B75F1A"/>
    <w:rsid w:val="00B94711"/>
    <w:rsid w:val="00BA57D8"/>
    <w:rsid w:val="00BB5D96"/>
    <w:rsid w:val="00BC1627"/>
    <w:rsid w:val="00BC7C10"/>
    <w:rsid w:val="00BD721D"/>
    <w:rsid w:val="00BF16B4"/>
    <w:rsid w:val="00BF41B2"/>
    <w:rsid w:val="00C20B7A"/>
    <w:rsid w:val="00C463A5"/>
    <w:rsid w:val="00C605AA"/>
    <w:rsid w:val="00C67CF8"/>
    <w:rsid w:val="00CA2E38"/>
    <w:rsid w:val="00CB3C64"/>
    <w:rsid w:val="00CB3CBF"/>
    <w:rsid w:val="00CD39DF"/>
    <w:rsid w:val="00CF61B5"/>
    <w:rsid w:val="00D43D3B"/>
    <w:rsid w:val="00D54F74"/>
    <w:rsid w:val="00D62BFF"/>
    <w:rsid w:val="00D85328"/>
    <w:rsid w:val="00D944B1"/>
    <w:rsid w:val="00D957B5"/>
    <w:rsid w:val="00DA50FE"/>
    <w:rsid w:val="00DC3726"/>
    <w:rsid w:val="00DE59F9"/>
    <w:rsid w:val="00DF0B65"/>
    <w:rsid w:val="00DF345D"/>
    <w:rsid w:val="00E04F1B"/>
    <w:rsid w:val="00E26CF1"/>
    <w:rsid w:val="00E50F31"/>
    <w:rsid w:val="00E528E3"/>
    <w:rsid w:val="00EA50F3"/>
    <w:rsid w:val="00EB02CF"/>
    <w:rsid w:val="00EB3974"/>
    <w:rsid w:val="00ED7F0B"/>
    <w:rsid w:val="00F271FF"/>
    <w:rsid w:val="00F52F0E"/>
    <w:rsid w:val="00F95AB7"/>
    <w:rsid w:val="00FB0979"/>
    <w:rsid w:val="00FB5158"/>
    <w:rsid w:val="00FD2291"/>
    <w:rsid w:val="00FE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51E35C"/>
  <w15:chartTrackingRefBased/>
  <w15:docId w15:val="{BE908CDF-389B-480E-8F7E-86C6B68F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2BFF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7D51D4"/>
    <w:pPr>
      <w:keepNext/>
      <w:spacing w:line="360" w:lineRule="auto"/>
      <w:outlineLvl w:val="0"/>
    </w:pPr>
    <w:rPr>
      <w:b/>
      <w:smallCaps/>
      <w:spacing w:val="-8"/>
      <w:sz w:val="40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1"/>
    </w:pPr>
  </w:style>
  <w:style w:type="paragraph" w:styleId="berschrift5">
    <w:name w:val="heading 5"/>
    <w:basedOn w:val="Standard"/>
    <w:next w:val="Standard"/>
    <w:qFormat/>
    <w:rsid w:val="007D51D4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outlineLvl w:val="4"/>
    </w:pPr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Textkrper">
    <w:name w:val="Body Text"/>
    <w:basedOn w:val="Standard"/>
    <w:pPr>
      <w:ind w:right="-427"/>
      <w:jc w:val="center"/>
    </w:pPr>
    <w:rPr>
      <w:b/>
      <w:i/>
      <w:sz w:val="32"/>
    </w:rPr>
  </w:style>
  <w:style w:type="paragraph" w:styleId="Blocktext">
    <w:name w:val="Block Text"/>
    <w:basedOn w:val="Standard"/>
    <w:pPr>
      <w:tabs>
        <w:tab w:val="left" w:pos="568"/>
      </w:tabs>
      <w:ind w:left="567" w:right="-425" w:hanging="567"/>
    </w:pPr>
  </w:style>
  <w:style w:type="paragraph" w:customStyle="1" w:styleId="Alpha">
    <w:name w:val="Alpha"/>
    <w:basedOn w:val="Standard"/>
    <w:rsid w:val="007D51D4"/>
    <w:pPr>
      <w:numPr>
        <w:numId w:val="4"/>
      </w:numPr>
      <w:tabs>
        <w:tab w:val="clear" w:pos="360"/>
        <w:tab w:val="left" w:pos="1559"/>
      </w:tabs>
      <w:spacing w:line="360" w:lineRule="auto"/>
      <w:ind w:left="1559" w:hanging="425"/>
    </w:pPr>
    <w:rPr>
      <w:sz w:val="22"/>
    </w:rPr>
  </w:style>
  <w:style w:type="paragraph" w:customStyle="1" w:styleId="Spiegelstrich">
    <w:name w:val="Spiegelstrich"/>
    <w:basedOn w:val="Standard"/>
    <w:rsid w:val="007D51D4"/>
    <w:pPr>
      <w:numPr>
        <w:numId w:val="5"/>
      </w:numPr>
      <w:tabs>
        <w:tab w:val="clear" w:pos="1066"/>
        <w:tab w:val="left" w:pos="1559"/>
      </w:tabs>
      <w:spacing w:line="360" w:lineRule="auto"/>
      <w:ind w:left="1559" w:hanging="425"/>
    </w:pPr>
    <w:rPr>
      <w:sz w:val="22"/>
    </w:rPr>
  </w:style>
  <w:style w:type="paragraph" w:customStyle="1" w:styleId="Gliederung">
    <w:name w:val="Gliederung"/>
    <w:basedOn w:val="Standard"/>
    <w:rsid w:val="007D51D4"/>
    <w:pPr>
      <w:numPr>
        <w:numId w:val="3"/>
      </w:numPr>
      <w:spacing w:line="360" w:lineRule="auto"/>
    </w:pPr>
    <w:rPr>
      <w:sz w:val="22"/>
    </w:rPr>
  </w:style>
  <w:style w:type="paragraph" w:customStyle="1" w:styleId="arab1verborgen">
    <w:name w:val="arab1verborgen"/>
    <w:basedOn w:val="Standard"/>
    <w:rsid w:val="007D51D4"/>
    <w:pPr>
      <w:keepNext/>
      <w:framePr w:dropCap="margin" w:lines="1" w:hSpace="283" w:wrap="around" w:vAnchor="text" w:hAnchor="page"/>
      <w:spacing w:line="252" w:lineRule="exact"/>
    </w:pPr>
    <w:rPr>
      <w:vanish/>
      <w:position w:val="1"/>
      <w:sz w:val="22"/>
    </w:rPr>
  </w:style>
  <w:style w:type="paragraph" w:customStyle="1" w:styleId="Siegel">
    <w:name w:val="Siegel"/>
    <w:basedOn w:val="Standard"/>
    <w:rsid w:val="007D51D4"/>
    <w:pPr>
      <w:spacing w:line="360" w:lineRule="auto"/>
    </w:pPr>
    <w:rPr>
      <w:sz w:val="22"/>
    </w:rPr>
  </w:style>
  <w:style w:type="paragraph" w:customStyle="1" w:styleId="Rechtsbehelfsbelehrungen">
    <w:name w:val="Rechtsbehelfsbelehrungen"/>
    <w:basedOn w:val="Standard"/>
    <w:rsid w:val="007D51D4"/>
    <w:pPr>
      <w:spacing w:line="240" w:lineRule="exact"/>
      <w:ind w:right="265"/>
      <w:jc w:val="center"/>
    </w:pPr>
    <w:rPr>
      <w:b/>
      <w:snapToGrid w:val="0"/>
      <w:u w:val="single"/>
    </w:rPr>
  </w:style>
  <w:style w:type="character" w:styleId="Kommentarzeichen">
    <w:name w:val="annotation reference"/>
    <w:semiHidden/>
    <w:rsid w:val="007D51D4"/>
    <w:rPr>
      <w:sz w:val="16"/>
    </w:rPr>
  </w:style>
  <w:style w:type="paragraph" w:styleId="Kommentartext">
    <w:name w:val="annotation text"/>
    <w:basedOn w:val="Standard"/>
    <w:link w:val="KommentartextZchn"/>
    <w:semiHidden/>
    <w:rsid w:val="007D51D4"/>
    <w:pPr>
      <w:spacing w:line="360" w:lineRule="auto"/>
    </w:pPr>
    <w:rPr>
      <w:sz w:val="20"/>
    </w:rPr>
  </w:style>
  <w:style w:type="paragraph" w:customStyle="1" w:styleId="FuzeileStellungnahme">
    <w:name w:val="FußzeileStellungnahme"/>
    <w:basedOn w:val="Fuzeile"/>
    <w:rsid w:val="007D51D4"/>
    <w:pPr>
      <w:tabs>
        <w:tab w:val="clear" w:pos="4819"/>
        <w:tab w:val="clear" w:pos="9071"/>
        <w:tab w:val="right" w:pos="9356"/>
      </w:tabs>
      <w:spacing w:before="240" w:line="360" w:lineRule="auto"/>
    </w:pPr>
    <w:rPr>
      <w:b/>
      <w:sz w:val="16"/>
      <w:u w:val="single"/>
    </w:rPr>
  </w:style>
  <w:style w:type="character" w:styleId="Seitenzahl">
    <w:name w:val="page number"/>
    <w:rsid w:val="007D51D4"/>
    <w:rPr>
      <w:rFonts w:ascii="Arial" w:hAnsi="Arial"/>
      <w:sz w:val="22"/>
    </w:rPr>
  </w:style>
  <w:style w:type="paragraph" w:customStyle="1" w:styleId="OrganismenbeschreibunginFS">
    <w:name w:val="Organismenbeschreibung in FS"/>
    <w:basedOn w:val="Standard"/>
    <w:rsid w:val="007D51D4"/>
    <w:pPr>
      <w:spacing w:before="120" w:line="360" w:lineRule="auto"/>
      <w:ind w:left="709"/>
    </w:pPr>
    <w:rPr>
      <w:i/>
      <w:sz w:val="22"/>
    </w:rPr>
  </w:style>
  <w:style w:type="paragraph" w:customStyle="1" w:styleId="Organismenbeschreibung">
    <w:name w:val="Organismenbeschreibung"/>
    <w:basedOn w:val="Standard"/>
    <w:rsid w:val="007D51D4"/>
    <w:pPr>
      <w:spacing w:before="120" w:line="360" w:lineRule="auto"/>
      <w:ind w:left="284"/>
    </w:pPr>
    <w:rPr>
      <w:sz w:val="22"/>
    </w:rPr>
  </w:style>
  <w:style w:type="paragraph" w:customStyle="1" w:styleId="Vektoreigenschaften">
    <w:name w:val="Vektoreigenschaften"/>
    <w:basedOn w:val="Standard"/>
    <w:rsid w:val="007D51D4"/>
    <w:pPr>
      <w:numPr>
        <w:ilvl w:val="12"/>
      </w:numPr>
      <w:tabs>
        <w:tab w:val="right" w:pos="9356"/>
      </w:tabs>
      <w:spacing w:before="120" w:line="360" w:lineRule="auto"/>
      <w:ind w:left="709" w:right="2835" w:hanging="1"/>
    </w:pPr>
    <w:rPr>
      <w:sz w:val="22"/>
    </w:rPr>
  </w:style>
  <w:style w:type="paragraph" w:customStyle="1" w:styleId="FormatvorlageKursivRechts5cmVor12pt">
    <w:name w:val="Formatvorlage Kursiv Rechts:  5 cm Vor:  12 pt"/>
    <w:basedOn w:val="Standard"/>
    <w:rsid w:val="007D51D4"/>
    <w:pPr>
      <w:spacing w:before="240" w:line="360" w:lineRule="auto"/>
      <w:ind w:right="2835"/>
    </w:pPr>
    <w:rPr>
      <w:iCs/>
      <w:sz w:val="22"/>
    </w:rPr>
  </w:style>
  <w:style w:type="paragraph" w:styleId="Sprechblasentext">
    <w:name w:val="Balloon Text"/>
    <w:basedOn w:val="Standard"/>
    <w:semiHidden/>
    <w:rsid w:val="007D51D4"/>
    <w:pPr>
      <w:framePr w:wrap="around" w:vAnchor="text" w:hAnchor="text" w:y="1"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C20B7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rsid w:val="00F95AB7"/>
    <w:pPr>
      <w:spacing w:line="240" w:lineRule="auto"/>
    </w:pPr>
    <w:rPr>
      <w:b/>
      <w:bCs/>
    </w:rPr>
  </w:style>
  <w:style w:type="character" w:customStyle="1" w:styleId="KommentartextZchn">
    <w:name w:val="Kommentartext Zchn"/>
    <w:link w:val="Kommentartext"/>
    <w:semiHidden/>
    <w:rsid w:val="00F95AB7"/>
    <w:rPr>
      <w:rFonts w:ascii="Arial" w:hAnsi="Arial"/>
      <w:lang w:eastAsia="de-DE"/>
    </w:rPr>
  </w:style>
  <w:style w:type="character" w:customStyle="1" w:styleId="KommentarthemaZchn">
    <w:name w:val="Kommentarthema Zchn"/>
    <w:link w:val="Kommentarthema"/>
    <w:rsid w:val="00F95AB7"/>
    <w:rPr>
      <w:rFonts w:ascii="Arial" w:hAnsi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2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bt2\ref2_09\4all_ref\Gentechnik\lag\36sitzung\formbl&#228;tter\Formblatt%20S1%20Anlage%20Anzeig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Formblatt S1 Anlage Anzeige.dot</Template>
  <TotalTime>0</TotalTime>
  <Pages>12</Pages>
  <Words>1561</Words>
  <Characters>14272</Characters>
  <Application>Microsoft Office Word</Application>
  <DocSecurity>0</DocSecurity>
  <Lines>118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AZ-S1</vt:lpstr>
    </vt:vector>
  </TitlesOfParts>
  <Company>Saarland</Company>
  <LinksUpToDate>false</LinksUpToDate>
  <CharactersWithSpaces>15802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AZ-S1</dc:title>
  <dc:subject>Anzeige S1-Anlage</dc:subject>
  <dc:creator>Regierung von Unterfranken</dc:creator>
  <cp:keywords/>
  <dc:description>01/14</dc:description>
  <cp:lastModifiedBy>Kaplan Dr., Thomas (SGD Süd)</cp:lastModifiedBy>
  <cp:revision>4</cp:revision>
  <cp:lastPrinted>2008-10-08T13:01:00Z</cp:lastPrinted>
  <dcterms:created xsi:type="dcterms:W3CDTF">2025-09-01T15:36:00Z</dcterms:created>
  <dcterms:modified xsi:type="dcterms:W3CDTF">2026-01-23T10:57:00Z</dcterms:modified>
</cp:coreProperties>
</file>